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E151D" w14:textId="77777777" w:rsidR="00B4089B" w:rsidRPr="00FF14C9" w:rsidRDefault="00B4089B" w:rsidP="00B4089B">
      <w:bookmarkStart w:id="0" w:name="_Toc91152756"/>
    </w:p>
    <w:p w14:paraId="4E4CB94C" w14:textId="2EE88E18" w:rsidR="00B4089B" w:rsidRPr="0070408E" w:rsidRDefault="005200FD" w:rsidP="00B4089B">
      <w:pPr>
        <w:pStyle w:val="Titolo"/>
        <w:rPr>
          <w:rFonts w:ascii="Century Gothic" w:hAnsi="Century Gothic"/>
          <w:sz w:val="32"/>
          <w:lang w:val="en-US"/>
        </w:rPr>
      </w:pPr>
      <w:r w:rsidRPr="0070408E">
        <w:rPr>
          <w:rFonts w:ascii="Century Gothic" w:hAnsi="Century Gothic"/>
          <w:sz w:val="32"/>
          <w:lang w:val="en-US"/>
        </w:rPr>
        <w:t>Technical documentation Index</w:t>
      </w:r>
    </w:p>
    <w:p w14:paraId="706D888D" w14:textId="77777777" w:rsidR="00B4089B" w:rsidRPr="0070408E" w:rsidRDefault="00B4089B" w:rsidP="00B4089B">
      <w:pPr>
        <w:jc w:val="center"/>
        <w:rPr>
          <w:lang w:val="en-US"/>
        </w:rPr>
      </w:pPr>
    </w:p>
    <w:p w14:paraId="395F29B6" w14:textId="2AA0039D" w:rsidR="00046659" w:rsidRPr="0070408E" w:rsidRDefault="00B4089B" w:rsidP="00B4089B">
      <w:pPr>
        <w:pStyle w:val="Corpotesto"/>
        <w:rPr>
          <w:rFonts w:ascii="Century Gothic" w:hAnsi="Century Gothic"/>
          <w:lang w:val="en-US"/>
        </w:rPr>
      </w:pPr>
      <w:r w:rsidRPr="0070408E">
        <w:rPr>
          <w:rFonts w:ascii="Century Gothic" w:hAnsi="Century Gothic"/>
          <w:lang w:val="en-US"/>
        </w:rPr>
        <w:t xml:space="preserve">I </w:t>
      </w:r>
    </w:p>
    <w:p w14:paraId="045E1453" w14:textId="6D922CBB" w:rsidR="00046659" w:rsidRPr="00046659" w:rsidRDefault="005200FD" w:rsidP="00046659">
      <w:pPr>
        <w:jc w:val="center"/>
        <w:rPr>
          <w:b/>
          <w:bCs/>
          <w:sz w:val="28"/>
          <w:szCs w:val="28"/>
          <w:lang w:val="fr-FR"/>
        </w:rPr>
      </w:pPr>
      <w:bookmarkStart w:id="1" w:name="_Hlk129620170"/>
      <w:r w:rsidRPr="0070408E">
        <w:rPr>
          <w:b/>
          <w:bCs/>
          <w:sz w:val="28"/>
          <w:szCs w:val="28"/>
          <w:lang w:val="en-US"/>
        </w:rPr>
        <w:t>HF_BASIC_READER_</w:t>
      </w:r>
      <w:r w:rsidR="004A4860" w:rsidRPr="0070408E">
        <w:rPr>
          <w:b/>
          <w:bCs/>
          <w:sz w:val="28"/>
          <w:szCs w:val="28"/>
          <w:lang w:val="en-US"/>
        </w:rPr>
        <w:t>IOLINK</w:t>
      </w:r>
      <w:r w:rsidR="00046659" w:rsidRPr="0070408E">
        <w:rPr>
          <w:b/>
          <w:bCs/>
          <w:sz w:val="28"/>
          <w:szCs w:val="28"/>
          <w:lang w:val="en-US"/>
        </w:rPr>
        <w:t xml:space="preserve"> -&gt; cod. </w:t>
      </w:r>
      <w:proofErr w:type="spellStart"/>
      <w:r w:rsidR="00046659" w:rsidRPr="00046659">
        <w:rPr>
          <w:b/>
          <w:bCs/>
          <w:sz w:val="28"/>
          <w:szCs w:val="28"/>
          <w:lang w:val="fr-FR"/>
        </w:rPr>
        <w:t>Kronotech</w:t>
      </w:r>
      <w:proofErr w:type="spellEnd"/>
      <w:r w:rsidR="00046659" w:rsidRPr="00046659">
        <w:rPr>
          <w:b/>
          <w:bCs/>
          <w:sz w:val="28"/>
          <w:szCs w:val="28"/>
          <w:lang w:val="fr-FR"/>
        </w:rPr>
        <w:t xml:space="preserve"> </w:t>
      </w:r>
      <w:r>
        <w:rPr>
          <w:b/>
          <w:bCs/>
          <w:sz w:val="28"/>
          <w:szCs w:val="28"/>
          <w:lang w:val="fr-FR"/>
        </w:rPr>
        <w:t>S</w:t>
      </w:r>
      <w:r w:rsidR="00A31747">
        <w:rPr>
          <w:b/>
          <w:bCs/>
          <w:sz w:val="28"/>
          <w:szCs w:val="28"/>
          <w:lang w:val="fr-FR"/>
        </w:rPr>
        <w:t>-</w:t>
      </w:r>
      <w:r>
        <w:rPr>
          <w:b/>
          <w:bCs/>
          <w:sz w:val="28"/>
          <w:szCs w:val="28"/>
          <w:lang w:val="fr-FR"/>
        </w:rPr>
        <w:t>713</w:t>
      </w:r>
      <w:r w:rsidR="003A391E">
        <w:rPr>
          <w:b/>
          <w:bCs/>
          <w:sz w:val="28"/>
          <w:szCs w:val="28"/>
          <w:lang w:val="fr-FR"/>
        </w:rPr>
        <w:t>0</w:t>
      </w:r>
      <w:r>
        <w:rPr>
          <w:b/>
          <w:bCs/>
          <w:sz w:val="28"/>
          <w:szCs w:val="28"/>
          <w:lang w:val="fr-FR"/>
        </w:rPr>
        <w:t>H</w:t>
      </w:r>
    </w:p>
    <w:bookmarkEnd w:id="1"/>
    <w:p w14:paraId="2198F790" w14:textId="77777777" w:rsidR="00046659" w:rsidRDefault="00046659" w:rsidP="00B4089B">
      <w:pPr>
        <w:pStyle w:val="Corpotesto"/>
      </w:pPr>
    </w:p>
    <w:p w14:paraId="22A5CE36" w14:textId="77777777" w:rsidR="00B4089B" w:rsidRDefault="00B4089B" w:rsidP="00B4089B"/>
    <w:tbl>
      <w:tblPr>
        <w:tblW w:w="9780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DEEAF6" w:themeFill="accent5" w:themeFillTint="33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3"/>
        <w:gridCol w:w="4075"/>
        <w:gridCol w:w="4253"/>
        <w:gridCol w:w="849"/>
      </w:tblGrid>
      <w:tr w:rsidR="00AA1F2A" w:rsidRPr="00AA1F2A" w14:paraId="16AEC193" w14:textId="77777777" w:rsidTr="00583B6C">
        <w:trPr>
          <w:tblHeader/>
        </w:trPr>
        <w:tc>
          <w:tcPr>
            <w:tcW w:w="603" w:type="dxa"/>
            <w:shd w:val="clear" w:color="auto" w:fill="9CC2E5" w:themeFill="accent5" w:themeFillTint="99"/>
          </w:tcPr>
          <w:p w14:paraId="4DE4B818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</w:rPr>
            </w:pPr>
          </w:p>
        </w:tc>
        <w:tc>
          <w:tcPr>
            <w:tcW w:w="4075" w:type="dxa"/>
            <w:shd w:val="clear" w:color="auto" w:fill="9CC2E5" w:themeFill="accent5" w:themeFillTint="99"/>
          </w:tcPr>
          <w:p w14:paraId="5A775FB0" w14:textId="39F8914E" w:rsidR="00B4089B" w:rsidRPr="00AA1F2A" w:rsidRDefault="005200FD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Document</w:t>
            </w:r>
            <w:proofErr w:type="spellEnd"/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specification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309EBD27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File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54CB4F51" w14:textId="73EA0571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 w:rsidR="005200FD" w:rsidRPr="00AA1F2A">
              <w:rPr>
                <w:rFonts w:ascii="Verdana" w:hAnsi="Verdana"/>
                <w:b/>
                <w:bCs/>
                <w:color w:val="auto"/>
                <w:sz w:val="20"/>
              </w:rPr>
              <w:t xml:space="preserve"> / Ver</w:t>
            </w:r>
          </w:p>
        </w:tc>
      </w:tr>
      <w:tr w:rsidR="00B4089B" w14:paraId="0D085338" w14:textId="77777777" w:rsidTr="00583B6C">
        <w:trPr>
          <w:tblHeader/>
        </w:trPr>
        <w:tc>
          <w:tcPr>
            <w:tcW w:w="603" w:type="dxa"/>
            <w:shd w:val="clear" w:color="auto" w:fill="DEEAF6" w:themeFill="accent5" w:themeFillTint="33"/>
          </w:tcPr>
          <w:p w14:paraId="4944F480" w14:textId="77777777" w:rsidR="00B4089B" w:rsidRPr="00194EEE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7564B301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33342BC5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737FE886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27A5E20A" w14:textId="77777777" w:rsidTr="00583B6C">
        <w:tc>
          <w:tcPr>
            <w:tcW w:w="603" w:type="dxa"/>
            <w:shd w:val="clear" w:color="auto" w:fill="9CC2E5" w:themeFill="accent5" w:themeFillTint="99"/>
          </w:tcPr>
          <w:p w14:paraId="136D4C9C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AA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6320B82A" w14:textId="5DFED6A3" w:rsidR="00B4089B" w:rsidRPr="00AA1F2A" w:rsidRDefault="005200FD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Title &amp; Cover TCF</w:t>
            </w:r>
          </w:p>
        </w:tc>
        <w:tc>
          <w:tcPr>
            <w:tcW w:w="4253" w:type="dxa"/>
            <w:shd w:val="clear" w:color="auto" w:fill="9CC2E5" w:themeFill="accent5" w:themeFillTint="99"/>
          </w:tcPr>
          <w:p w14:paraId="794605A3" w14:textId="05FFF5CE" w:rsidR="00B4089B" w:rsidRPr="0070408E" w:rsidRDefault="003A391E" w:rsidP="00F561AB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3A391E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AA – </w:t>
            </w:r>
            <w:proofErr w:type="spellStart"/>
            <w:r w:rsidRPr="003A391E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Leuze_HF_Basic</w:t>
            </w:r>
            <w:proofErr w:type="spellEnd"/>
            <w:r w:rsidRPr="003A391E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 - Title TCF_0</w:t>
            </w:r>
            <w:r w:rsidR="00454105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3</w:t>
            </w:r>
            <w:r w:rsidRPr="003A391E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.docx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0E532B04" w14:textId="626B2D01" w:rsidR="00B4089B" w:rsidRPr="00AA1F2A" w:rsidRDefault="00F33E4F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r>
              <w:rPr>
                <w:rFonts w:ascii="Verdana" w:hAnsi="Verdana"/>
                <w:b/>
                <w:bCs/>
                <w:color w:val="auto"/>
                <w:sz w:val="20"/>
              </w:rPr>
              <w:t>0</w:t>
            </w:r>
            <w:r w:rsidR="003D6B0A">
              <w:rPr>
                <w:rFonts w:ascii="Verdana" w:hAnsi="Verdana"/>
                <w:b/>
                <w:bCs/>
                <w:color w:val="auto"/>
                <w:sz w:val="20"/>
              </w:rPr>
              <w:t>3</w:t>
            </w:r>
          </w:p>
        </w:tc>
      </w:tr>
      <w:tr w:rsidR="00B4089B" w14:paraId="6043A8B0" w14:textId="77777777" w:rsidTr="00583B6C">
        <w:tc>
          <w:tcPr>
            <w:tcW w:w="603" w:type="dxa"/>
            <w:shd w:val="clear" w:color="auto" w:fill="DEEAF6" w:themeFill="accent5" w:themeFillTint="33"/>
          </w:tcPr>
          <w:p w14:paraId="21DD6C35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468CE72C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268D6C7C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A87A14C" w14:textId="77777777" w:rsidR="00B4089B" w:rsidRPr="00FF5361" w:rsidRDefault="00B4089B" w:rsidP="00F561AB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1F7A14A5" w14:textId="77777777" w:rsidTr="00583B6C">
        <w:trPr>
          <w:trHeight w:val="306"/>
        </w:trPr>
        <w:tc>
          <w:tcPr>
            <w:tcW w:w="603" w:type="dxa"/>
            <w:shd w:val="clear" w:color="auto" w:fill="9CC2E5" w:themeFill="accent5" w:themeFillTint="99"/>
          </w:tcPr>
          <w:p w14:paraId="1EAB5E1A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AB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2F45D015" w14:textId="78482B73" w:rsidR="00B4089B" w:rsidRPr="0070408E" w:rsidRDefault="005200FD" w:rsidP="00F561AB">
            <w:pPr>
              <w:rPr>
                <w:rFonts w:ascii="Verdana" w:hAnsi="Verdana"/>
                <w:color w:val="auto"/>
                <w:sz w:val="20"/>
                <w:szCs w:val="20"/>
                <w:lang w:val="fr-FR"/>
              </w:rPr>
            </w:pPr>
            <w:r w:rsidRPr="0070408E">
              <w:rPr>
                <w:rFonts w:ascii="Verdana" w:hAnsi="Verdana"/>
                <w:color w:val="auto"/>
                <w:sz w:val="20"/>
                <w:szCs w:val="20"/>
                <w:lang w:val="fr-FR"/>
              </w:rPr>
              <w:t xml:space="preserve">This </w:t>
            </w:r>
            <w:proofErr w:type="gramStart"/>
            <w:r w:rsidRPr="0070408E">
              <w:rPr>
                <w:rFonts w:ascii="Verdana" w:hAnsi="Verdana"/>
                <w:color w:val="auto"/>
                <w:sz w:val="20"/>
                <w:szCs w:val="20"/>
                <w:lang w:val="fr-FR"/>
              </w:rPr>
              <w:t>document</w:t>
            </w:r>
            <w:r w:rsidR="00B73999" w:rsidRPr="0070408E">
              <w:rPr>
                <w:rFonts w:ascii="Verdana" w:hAnsi="Verdana"/>
                <w:color w:val="auto"/>
                <w:sz w:val="20"/>
                <w:szCs w:val="20"/>
                <w:lang w:val="fr-FR"/>
              </w:rPr>
              <w:t>:</w:t>
            </w:r>
            <w:proofErr w:type="gramEnd"/>
            <w:r w:rsidR="00B73999" w:rsidRPr="0070408E">
              <w:rPr>
                <w:rFonts w:ascii="Verdana" w:hAnsi="Verdana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0408E">
              <w:rPr>
                <w:rFonts w:ascii="Verdana" w:hAnsi="Verdana"/>
                <w:color w:val="auto"/>
                <w:sz w:val="20"/>
                <w:szCs w:val="20"/>
                <w:lang w:val="fr-FR"/>
              </w:rPr>
              <w:t>technical</w:t>
            </w:r>
            <w:proofErr w:type="spellEnd"/>
            <w:r w:rsidRPr="0070408E">
              <w:rPr>
                <w:rFonts w:ascii="Verdana" w:hAnsi="Verdana"/>
                <w:color w:val="auto"/>
                <w:sz w:val="20"/>
                <w:szCs w:val="20"/>
                <w:lang w:val="fr-FR"/>
              </w:rPr>
              <w:t xml:space="preserve"> documentation index</w:t>
            </w:r>
          </w:p>
        </w:tc>
        <w:tc>
          <w:tcPr>
            <w:tcW w:w="4253" w:type="dxa"/>
            <w:shd w:val="clear" w:color="auto" w:fill="9CC2E5" w:themeFill="accent5" w:themeFillTint="99"/>
          </w:tcPr>
          <w:p w14:paraId="244C77CB" w14:textId="67CAD441" w:rsidR="00B4089B" w:rsidRPr="0070408E" w:rsidRDefault="00F33E4F" w:rsidP="00F561AB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70408E">
              <w:rPr>
                <w:rFonts w:ascii="Verdana" w:hAnsi="Verdana"/>
                <w:sz w:val="20"/>
                <w:szCs w:val="20"/>
                <w:lang w:val="en-US"/>
              </w:rPr>
              <w:t xml:space="preserve">AB - </w:t>
            </w:r>
            <w:proofErr w:type="spellStart"/>
            <w:r w:rsidRPr="0070408E">
              <w:rPr>
                <w:rFonts w:ascii="Verdana" w:hAnsi="Verdana"/>
                <w:sz w:val="20"/>
                <w:szCs w:val="20"/>
                <w:lang w:val="en-US"/>
              </w:rPr>
              <w:t>Leuze_HF_Basic</w:t>
            </w:r>
            <w:proofErr w:type="spellEnd"/>
            <w:r w:rsidRPr="0070408E"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="003A391E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70408E">
              <w:rPr>
                <w:rFonts w:ascii="Verdana" w:hAnsi="Verdana"/>
                <w:sz w:val="20"/>
                <w:szCs w:val="20"/>
                <w:lang w:val="en-US"/>
              </w:rPr>
              <w:t>ndex TCF_0</w:t>
            </w:r>
            <w:r w:rsidR="00454105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r w:rsidRPr="0070408E">
              <w:rPr>
                <w:rFonts w:ascii="Verdana" w:hAnsi="Verdana"/>
                <w:sz w:val="20"/>
                <w:szCs w:val="20"/>
                <w:lang w:val="en-US"/>
              </w:rPr>
              <w:t>.docx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249C6922" w14:textId="576083B9" w:rsidR="00B4089B" w:rsidRPr="00AA1F2A" w:rsidRDefault="00B4089B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0</w:t>
            </w:r>
            <w:r w:rsidR="003D6B0A">
              <w:rPr>
                <w:rFonts w:ascii="Verdana" w:hAnsi="Verdana"/>
                <w:b/>
                <w:bCs/>
                <w:color w:val="auto"/>
                <w:sz w:val="20"/>
              </w:rPr>
              <w:t>3</w:t>
            </w:r>
          </w:p>
        </w:tc>
      </w:tr>
      <w:tr w:rsidR="00B4089B" w14:paraId="4124868D" w14:textId="77777777" w:rsidTr="00583B6C">
        <w:tc>
          <w:tcPr>
            <w:tcW w:w="603" w:type="dxa"/>
            <w:shd w:val="clear" w:color="auto" w:fill="DEEAF6" w:themeFill="accent5" w:themeFillTint="33"/>
          </w:tcPr>
          <w:p w14:paraId="2976C8DF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4D04DF10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4EEE50AA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27995A28" w14:textId="77777777" w:rsidR="00B4089B" w:rsidRPr="00FF5361" w:rsidRDefault="00B4089B" w:rsidP="00F561AB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41007EBA" w14:textId="77777777" w:rsidTr="00583B6C">
        <w:tc>
          <w:tcPr>
            <w:tcW w:w="603" w:type="dxa"/>
            <w:shd w:val="clear" w:color="auto" w:fill="9CC2E5" w:themeFill="accent5" w:themeFillTint="99"/>
          </w:tcPr>
          <w:p w14:paraId="314A96C8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AC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15873C0B" w14:textId="42354B97" w:rsidR="00B4089B" w:rsidRPr="00AA1F2A" w:rsidRDefault="00CC55B6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Project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&amp;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specifications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00172D1E" w14:textId="3294DD40" w:rsidR="00B4089B" w:rsidRPr="00AA1F2A" w:rsidRDefault="00CC55B6" w:rsidP="00CC55B6">
            <w:pPr>
              <w:jc w:val="center"/>
              <w:rPr>
                <w:rFonts w:ascii="Verdana" w:hAnsi="Verdana"/>
                <w:color w:val="auto"/>
                <w:sz w:val="20"/>
                <w:szCs w:val="20"/>
                <w:highlight w:val="yellow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142A9771" w14:textId="6EFF49B4" w:rsidR="00B4089B" w:rsidRPr="00AA1F2A" w:rsidRDefault="00B4089B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5D569C62" w14:textId="77777777" w:rsidTr="00583B6C">
        <w:tc>
          <w:tcPr>
            <w:tcW w:w="603" w:type="dxa"/>
            <w:shd w:val="clear" w:color="auto" w:fill="DEEAF6" w:themeFill="accent5" w:themeFillTint="33"/>
          </w:tcPr>
          <w:p w14:paraId="4B0A814D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6D0F4588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7DEB5515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482C0F5F" w14:textId="77777777" w:rsidR="00B4089B" w:rsidRPr="001649AF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</w:p>
        </w:tc>
      </w:tr>
      <w:tr w:rsidR="00AA1F2A" w:rsidRPr="00AA1F2A" w14:paraId="5DF997A2" w14:textId="77777777" w:rsidTr="00583B6C">
        <w:tc>
          <w:tcPr>
            <w:tcW w:w="603" w:type="dxa"/>
            <w:shd w:val="clear" w:color="auto" w:fill="9CC2E5" w:themeFill="accent5" w:themeFillTint="99"/>
          </w:tcPr>
          <w:p w14:paraId="5EBA3284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AD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2830E6C5" w14:textId="7EF07EB9" w:rsidR="00B4089B" w:rsidRPr="00AA1F2A" w:rsidRDefault="00DC7B1E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0</w:t>
            </w:r>
            <w:r w:rsidR="003A391E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3</w:t>
            </w: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B24 Board documents</w:t>
            </w:r>
          </w:p>
        </w:tc>
        <w:tc>
          <w:tcPr>
            <w:tcW w:w="4253" w:type="dxa"/>
            <w:shd w:val="clear" w:color="auto" w:fill="9CC2E5" w:themeFill="accent5" w:themeFillTint="99"/>
          </w:tcPr>
          <w:p w14:paraId="7711CDDC" w14:textId="2B3B4D35" w:rsidR="00B4089B" w:rsidRPr="00AA1F2A" w:rsidRDefault="00CC55B6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011356E7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52E69064" w14:textId="77777777" w:rsidTr="00583B6C">
        <w:tc>
          <w:tcPr>
            <w:tcW w:w="603" w:type="dxa"/>
            <w:shd w:val="clear" w:color="auto" w:fill="DEEAF6" w:themeFill="accent5" w:themeFillTint="33"/>
          </w:tcPr>
          <w:p w14:paraId="4B3B1923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35403F9D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7CD53316" w14:textId="77777777" w:rsidR="00B4089B" w:rsidRPr="001649AF" w:rsidRDefault="00B4089B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A15D705" w14:textId="77777777" w:rsidR="00B4089B" w:rsidRPr="001649AF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AA1F2A" w:rsidRPr="00AA1F2A" w14:paraId="08BC7FB7" w14:textId="77777777" w:rsidTr="00583B6C">
        <w:tc>
          <w:tcPr>
            <w:tcW w:w="603" w:type="dxa"/>
            <w:shd w:val="clear" w:color="auto" w:fill="9CC2E5" w:themeFill="accent5" w:themeFillTint="99"/>
          </w:tcPr>
          <w:p w14:paraId="723E214B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AE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549039B3" w14:textId="3C3707E9" w:rsidR="00B4089B" w:rsidRPr="00AA1F2A" w:rsidRDefault="0084088C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0</w:t>
            </w:r>
            <w:r w:rsidR="003A391E">
              <w:rPr>
                <w:rFonts w:ascii="Verdana" w:hAnsi="Verdana"/>
                <w:color w:val="auto"/>
                <w:sz w:val="20"/>
                <w:szCs w:val="20"/>
              </w:rPr>
              <w:t>2</w:t>
            </w: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A24 Board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3C0260D1" w14:textId="513DC8C1" w:rsidR="00B4089B" w:rsidRPr="00AA1F2A" w:rsidRDefault="00BF447E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42491522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647A41B1" w14:textId="77777777" w:rsidTr="00583B6C">
        <w:tc>
          <w:tcPr>
            <w:tcW w:w="603" w:type="dxa"/>
            <w:shd w:val="clear" w:color="auto" w:fill="DEEAF6" w:themeFill="accent5" w:themeFillTint="33"/>
          </w:tcPr>
          <w:p w14:paraId="427C3219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319ABFC6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18BBEED7" w14:textId="77777777" w:rsidR="00B4089B" w:rsidRPr="001649AF" w:rsidRDefault="00B4089B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7CC674C2" w14:textId="77777777" w:rsidR="00B4089B" w:rsidRPr="001649AF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AA1F2A" w:rsidRPr="00AA1F2A" w14:paraId="1AE955F3" w14:textId="77777777" w:rsidTr="00583B6C">
        <w:tc>
          <w:tcPr>
            <w:tcW w:w="603" w:type="dxa"/>
            <w:shd w:val="clear" w:color="auto" w:fill="9CC2E5" w:themeFill="accent5" w:themeFillTint="99"/>
          </w:tcPr>
          <w:p w14:paraId="41371006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AF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786E7F28" w14:textId="24C2DC44" w:rsidR="004504B2" w:rsidRPr="00AA1F2A" w:rsidRDefault="0084088C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Label Antenna</w:t>
            </w:r>
          </w:p>
        </w:tc>
        <w:tc>
          <w:tcPr>
            <w:tcW w:w="4253" w:type="dxa"/>
            <w:shd w:val="clear" w:color="auto" w:fill="9CC2E5" w:themeFill="accent5" w:themeFillTint="99"/>
          </w:tcPr>
          <w:p w14:paraId="42111E96" w14:textId="4E83303F" w:rsidR="00B4089B" w:rsidRPr="00AA1F2A" w:rsidRDefault="00BF447E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25CF407A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33435737" w14:textId="77777777" w:rsidTr="00583B6C">
        <w:tc>
          <w:tcPr>
            <w:tcW w:w="603" w:type="dxa"/>
            <w:shd w:val="clear" w:color="auto" w:fill="DEEAF6" w:themeFill="accent5" w:themeFillTint="33"/>
          </w:tcPr>
          <w:p w14:paraId="049305A7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174C77E4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6BA01D59" w14:textId="77777777" w:rsidR="00B4089B" w:rsidRPr="001649AF" w:rsidRDefault="00B4089B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7892D005" w14:textId="77777777" w:rsidR="00B4089B" w:rsidRPr="001649AF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AA1F2A" w:rsidRPr="00AA1F2A" w14:paraId="2C0B5C5E" w14:textId="77777777" w:rsidTr="00583B6C">
        <w:tc>
          <w:tcPr>
            <w:tcW w:w="603" w:type="dxa"/>
            <w:shd w:val="clear" w:color="auto" w:fill="9CC2E5" w:themeFill="accent5" w:themeFillTint="99"/>
          </w:tcPr>
          <w:p w14:paraId="1501AE7E" w14:textId="77777777" w:rsidR="007177AB" w:rsidRPr="00AA1F2A" w:rsidRDefault="007177AB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AG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7C8FCE65" w14:textId="393FD5B6" w:rsidR="007177AB" w:rsidRPr="00AA1F2A" w:rsidRDefault="0084088C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Enclousure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33EDE27E" w14:textId="11ED54E4" w:rsidR="007177AB" w:rsidRPr="00AA1F2A" w:rsidRDefault="00BF447E" w:rsidP="00043C9C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4816C188" w14:textId="77777777" w:rsidR="007177AB" w:rsidRPr="00AA1F2A" w:rsidRDefault="007177AB" w:rsidP="00043C9C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60EA8532" w14:textId="77777777" w:rsidTr="00583B6C">
        <w:tc>
          <w:tcPr>
            <w:tcW w:w="603" w:type="dxa"/>
            <w:shd w:val="clear" w:color="auto" w:fill="DEEAF6" w:themeFill="accent5" w:themeFillTint="33"/>
          </w:tcPr>
          <w:p w14:paraId="266881E7" w14:textId="77777777" w:rsidR="007177AB" w:rsidRPr="001649AF" w:rsidRDefault="007177A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124C4F84" w14:textId="77777777" w:rsidR="007177AB" w:rsidRPr="001649AF" w:rsidRDefault="007177A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14933134" w14:textId="77777777" w:rsidR="007177AB" w:rsidRPr="001649AF" w:rsidRDefault="007177AB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6DD35ED8" w14:textId="77777777" w:rsidR="007177AB" w:rsidRPr="001649AF" w:rsidRDefault="007177A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AA1F2A" w:rsidRPr="00AA1F2A" w14:paraId="16D383E5" w14:textId="77777777" w:rsidTr="00583B6C">
        <w:tc>
          <w:tcPr>
            <w:tcW w:w="603" w:type="dxa"/>
            <w:shd w:val="clear" w:color="auto" w:fill="9CC2E5" w:themeFill="accent5" w:themeFillTint="99"/>
          </w:tcPr>
          <w:p w14:paraId="39759526" w14:textId="718225F9" w:rsidR="00B4089B" w:rsidRPr="00AA1F2A" w:rsidRDefault="000D0EF2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proofErr w:type="gram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</w:t>
            </w:r>
            <w:r w:rsidR="008C0CE5" w:rsidRPr="00AA1F2A">
              <w:rPr>
                <w:rFonts w:ascii="Verdana" w:hAnsi="Verdana"/>
                <w:color w:val="auto"/>
                <w:sz w:val="20"/>
                <w:szCs w:val="20"/>
              </w:rPr>
              <w:t>H</w:t>
            </w:r>
            <w:proofErr w:type="gramEnd"/>
          </w:p>
        </w:tc>
        <w:tc>
          <w:tcPr>
            <w:tcW w:w="4075" w:type="dxa"/>
            <w:shd w:val="clear" w:color="auto" w:fill="9CC2E5" w:themeFill="accent5" w:themeFillTint="99"/>
          </w:tcPr>
          <w:p w14:paraId="6EE7A72C" w14:textId="405417D9" w:rsidR="00B4089B" w:rsidRPr="00AA1F2A" w:rsidRDefault="00DF50B3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Production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4805310E" w14:textId="66CCF7BD" w:rsidR="00B4089B" w:rsidRPr="00AA1F2A" w:rsidRDefault="00BF447E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0A37B97C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B4089B" w14:paraId="305DC91C" w14:textId="77777777" w:rsidTr="00583B6C">
        <w:tc>
          <w:tcPr>
            <w:tcW w:w="603" w:type="dxa"/>
            <w:shd w:val="clear" w:color="auto" w:fill="DEEAF6" w:themeFill="accent5" w:themeFillTint="33"/>
          </w:tcPr>
          <w:p w14:paraId="4B77A45C" w14:textId="77777777" w:rsidR="00B4089B" w:rsidRPr="005200FD" w:rsidRDefault="00B4089B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47E931CA" w14:textId="77777777" w:rsidR="00B4089B" w:rsidRPr="005200FD" w:rsidRDefault="00B4089B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58280074" w14:textId="77777777" w:rsidR="00B4089B" w:rsidRPr="005200FD" w:rsidRDefault="00B4089B" w:rsidP="00F561AB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1A63577" w14:textId="77777777" w:rsidR="00B4089B" w:rsidRPr="00FF5361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72BCD8BD" w14:textId="77777777" w:rsidTr="00583B6C">
        <w:tc>
          <w:tcPr>
            <w:tcW w:w="603" w:type="dxa"/>
            <w:shd w:val="clear" w:color="auto" w:fill="9CC2E5" w:themeFill="accent5" w:themeFillTint="99"/>
          </w:tcPr>
          <w:p w14:paraId="52A047E1" w14:textId="2B0CAE75" w:rsidR="008C0CE5" w:rsidRPr="00AA1F2A" w:rsidRDefault="008C0CE5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AI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69F27394" w14:textId="1553F209" w:rsidR="008C0CE5" w:rsidRPr="00AA1F2A" w:rsidRDefault="002B3A6D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Other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Product parts</w:t>
            </w:r>
          </w:p>
        </w:tc>
        <w:tc>
          <w:tcPr>
            <w:tcW w:w="4253" w:type="dxa"/>
            <w:shd w:val="clear" w:color="auto" w:fill="9CC2E5" w:themeFill="accent5" w:themeFillTint="99"/>
          </w:tcPr>
          <w:p w14:paraId="1548E3BD" w14:textId="6A726DD0" w:rsidR="008C0CE5" w:rsidRPr="00AA1F2A" w:rsidRDefault="00BF447E" w:rsidP="00043C9C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28557D83" w14:textId="77777777" w:rsidR="008C0CE5" w:rsidRPr="00AA1F2A" w:rsidRDefault="008C0CE5" w:rsidP="00043C9C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8C0CE5" w14:paraId="5256D9EB" w14:textId="77777777" w:rsidTr="00583B6C">
        <w:tc>
          <w:tcPr>
            <w:tcW w:w="603" w:type="dxa"/>
            <w:shd w:val="clear" w:color="auto" w:fill="DEEAF6" w:themeFill="accent5" w:themeFillTint="33"/>
          </w:tcPr>
          <w:p w14:paraId="0104B332" w14:textId="77777777" w:rsidR="008C0CE5" w:rsidRPr="005200FD" w:rsidRDefault="008C0CE5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2C5B4707" w14:textId="77777777" w:rsidR="008C0CE5" w:rsidRPr="005200FD" w:rsidRDefault="008C0CE5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44C0A46C" w14:textId="77777777" w:rsidR="008C0CE5" w:rsidRPr="005200FD" w:rsidRDefault="008C0CE5" w:rsidP="00F561AB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2D709026" w14:textId="77777777" w:rsidR="008C0CE5" w:rsidRPr="00FF5361" w:rsidRDefault="008C0CE5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4F248652" w14:textId="77777777" w:rsidTr="00583B6C">
        <w:trPr>
          <w:trHeight w:val="359"/>
        </w:trPr>
        <w:tc>
          <w:tcPr>
            <w:tcW w:w="603" w:type="dxa"/>
            <w:shd w:val="clear" w:color="auto" w:fill="9CC2E5" w:themeFill="accent5" w:themeFillTint="99"/>
          </w:tcPr>
          <w:p w14:paraId="18F8F777" w14:textId="4E9DCAA6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A</w:t>
            </w:r>
            <w:r w:rsidR="008C0CE5"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L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223A3DDD" w14:textId="7BA786E9" w:rsidR="00B4089B" w:rsidRPr="00AA1F2A" w:rsidRDefault="002B3A6D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RED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certification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2F641284" w14:textId="67A0DF20" w:rsidR="00B4089B" w:rsidRPr="00AA1F2A" w:rsidRDefault="00BF447E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2D271384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B4089B" w14:paraId="266F0D07" w14:textId="77777777" w:rsidTr="00583B6C">
        <w:tc>
          <w:tcPr>
            <w:tcW w:w="603" w:type="dxa"/>
            <w:shd w:val="clear" w:color="auto" w:fill="DEEAF6" w:themeFill="accent5" w:themeFillTint="33"/>
          </w:tcPr>
          <w:p w14:paraId="4741C9B0" w14:textId="77777777" w:rsidR="00B4089B" w:rsidRPr="005200FD" w:rsidRDefault="00B4089B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41E32CDE" w14:textId="77777777" w:rsidR="00B4089B" w:rsidRPr="005200FD" w:rsidRDefault="00B4089B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433D28E0" w14:textId="77777777" w:rsidR="00B4089B" w:rsidRPr="005200FD" w:rsidRDefault="00B4089B" w:rsidP="00F561AB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C55E641" w14:textId="77777777" w:rsidR="00B4089B" w:rsidRPr="00FF5361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27AD3DD5" w14:textId="77777777" w:rsidTr="00583B6C">
        <w:trPr>
          <w:trHeight w:val="359"/>
        </w:trPr>
        <w:tc>
          <w:tcPr>
            <w:tcW w:w="603" w:type="dxa"/>
            <w:shd w:val="clear" w:color="auto" w:fill="9CC2E5" w:themeFill="accent5" w:themeFillTint="99"/>
          </w:tcPr>
          <w:p w14:paraId="1E239254" w14:textId="2B0FE0C8" w:rsidR="008C0CE5" w:rsidRPr="00AA1F2A" w:rsidRDefault="008C0CE5" w:rsidP="00043C9C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AM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55B170EA" w14:textId="4A9225A9" w:rsidR="008C0CE5" w:rsidRPr="00AA1F2A" w:rsidRDefault="002B3A6D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FCC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ce</w:t>
            </w:r>
            <w:r w:rsidR="005F3141">
              <w:rPr>
                <w:rFonts w:ascii="Verdana" w:hAnsi="Verdana"/>
                <w:color w:val="auto"/>
                <w:sz w:val="20"/>
                <w:szCs w:val="20"/>
              </w:rPr>
              <w:t>r</w:t>
            </w: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tification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13459707" w14:textId="16899A45" w:rsidR="008C0CE5" w:rsidRPr="00AA1F2A" w:rsidRDefault="00BF447E" w:rsidP="00043C9C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6FBFAF19" w14:textId="77777777" w:rsidR="008C0CE5" w:rsidRPr="00AA1F2A" w:rsidRDefault="008C0CE5" w:rsidP="00043C9C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8C0CE5" w14:paraId="40419694" w14:textId="77777777" w:rsidTr="00583B6C">
        <w:tc>
          <w:tcPr>
            <w:tcW w:w="603" w:type="dxa"/>
            <w:shd w:val="clear" w:color="auto" w:fill="DEEAF6" w:themeFill="accent5" w:themeFillTint="33"/>
          </w:tcPr>
          <w:p w14:paraId="5CACAFDA" w14:textId="77777777" w:rsidR="008C0CE5" w:rsidRPr="005200FD" w:rsidRDefault="008C0CE5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67E32DC3" w14:textId="77777777" w:rsidR="008C0CE5" w:rsidRPr="005200FD" w:rsidRDefault="008C0CE5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115F7D71" w14:textId="77777777" w:rsidR="008C0CE5" w:rsidRPr="005200FD" w:rsidRDefault="008C0CE5" w:rsidP="00F561AB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75C053C" w14:textId="77777777" w:rsidR="008C0CE5" w:rsidRPr="00FF5361" w:rsidRDefault="008C0CE5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4320C794" w14:textId="77777777" w:rsidTr="00583B6C">
        <w:trPr>
          <w:trHeight w:val="359"/>
        </w:trPr>
        <w:tc>
          <w:tcPr>
            <w:tcW w:w="603" w:type="dxa"/>
            <w:shd w:val="clear" w:color="auto" w:fill="9CC2E5" w:themeFill="accent5" w:themeFillTint="99"/>
          </w:tcPr>
          <w:p w14:paraId="71F9C6A5" w14:textId="09278626" w:rsidR="00B5448E" w:rsidRPr="00AA1F2A" w:rsidRDefault="00B5448E" w:rsidP="00043C9C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AN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164696EA" w14:textId="11F5DE83" w:rsidR="00B5448E" w:rsidRPr="00AA1F2A" w:rsidRDefault="002B3A6D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UL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certification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2D1842EF" w14:textId="0E420074" w:rsidR="00B5448E" w:rsidRPr="00AA1F2A" w:rsidRDefault="00BF447E" w:rsidP="00043C9C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16CC9FF2" w14:textId="77777777" w:rsidR="00B5448E" w:rsidRPr="00AA1F2A" w:rsidRDefault="00B5448E" w:rsidP="00043C9C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B5448E" w14:paraId="00F6D705" w14:textId="77777777" w:rsidTr="00583B6C">
        <w:tc>
          <w:tcPr>
            <w:tcW w:w="603" w:type="dxa"/>
            <w:shd w:val="clear" w:color="auto" w:fill="DEEAF6" w:themeFill="accent5" w:themeFillTint="33"/>
          </w:tcPr>
          <w:p w14:paraId="725EE829" w14:textId="77777777" w:rsidR="00B5448E" w:rsidRPr="00FF5361" w:rsidRDefault="00B5448E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3DFD586B" w14:textId="77777777" w:rsidR="00B5448E" w:rsidRPr="00FF5361" w:rsidRDefault="00B5448E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3B35CD86" w14:textId="77777777" w:rsidR="00B5448E" w:rsidRPr="00FF5361" w:rsidRDefault="00B5448E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A1A608E" w14:textId="77777777" w:rsidR="00B5448E" w:rsidRPr="00FF5361" w:rsidRDefault="00B5448E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</w:tbl>
    <w:p w14:paraId="0D538EFA" w14:textId="2E1025D5" w:rsidR="00B4089B" w:rsidRDefault="00B4089B" w:rsidP="00B4089B"/>
    <w:p w14:paraId="59A0C098" w14:textId="77777777" w:rsidR="00B4089B" w:rsidRDefault="00B4089B" w:rsidP="00B4089B"/>
    <w:p w14:paraId="070974C5" w14:textId="69338D06" w:rsidR="00B4089B" w:rsidRPr="00B60C89" w:rsidRDefault="00B4089B" w:rsidP="00B4089B">
      <w:pPr>
        <w:rPr>
          <w:rFonts w:ascii="Verdana" w:hAnsi="Verdana"/>
          <w:b/>
          <w:bCs/>
        </w:rPr>
      </w:pPr>
      <w:r>
        <w:rPr>
          <w:rFonts w:ascii="Verdana" w:hAnsi="Verdana"/>
        </w:rPr>
        <w:br w:type="page"/>
      </w:r>
      <w:proofErr w:type="spellStart"/>
      <w:r w:rsidR="005200FD">
        <w:rPr>
          <w:rFonts w:ascii="Verdana" w:hAnsi="Verdana"/>
          <w:b/>
          <w:bCs/>
          <w:sz w:val="32"/>
          <w:szCs w:val="32"/>
        </w:rPr>
        <w:lastRenderedPageBreak/>
        <w:t>Detailed</w:t>
      </w:r>
      <w:proofErr w:type="spellEnd"/>
      <w:r w:rsidR="005200FD">
        <w:rPr>
          <w:rFonts w:ascii="Verdana" w:hAnsi="Verdana"/>
          <w:b/>
          <w:bCs/>
          <w:sz w:val="32"/>
          <w:szCs w:val="32"/>
        </w:rPr>
        <w:t xml:space="preserve"> Index</w:t>
      </w:r>
    </w:p>
    <w:p w14:paraId="10D14C1D" w14:textId="77777777" w:rsidR="00B4089B" w:rsidRPr="00694139" w:rsidRDefault="00B4089B" w:rsidP="00B4089B">
      <w:pPr>
        <w:rPr>
          <w:rFonts w:ascii="Verdana" w:hAnsi="Verdana"/>
        </w:rPr>
      </w:pPr>
    </w:p>
    <w:p w14:paraId="48619DE5" w14:textId="5E9901B5" w:rsidR="00B4089B" w:rsidRPr="00892AB2" w:rsidRDefault="00D24A97" w:rsidP="00B4089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Project </w:t>
      </w:r>
      <w:proofErr w:type="spellStart"/>
      <w:r>
        <w:rPr>
          <w:rFonts w:ascii="Verdana" w:hAnsi="Verdana"/>
          <w:b/>
          <w:bCs/>
        </w:rPr>
        <w:t>documents</w:t>
      </w:r>
      <w:proofErr w:type="spellEnd"/>
      <w:r>
        <w:rPr>
          <w:rFonts w:ascii="Verdana" w:hAnsi="Verdana"/>
          <w:b/>
          <w:bCs/>
        </w:rPr>
        <w:t xml:space="preserve"> &amp; </w:t>
      </w:r>
      <w:proofErr w:type="spellStart"/>
      <w:r>
        <w:rPr>
          <w:rFonts w:ascii="Verdana" w:hAnsi="Verdana"/>
          <w:b/>
          <w:bCs/>
        </w:rPr>
        <w:t>specifications</w:t>
      </w:r>
      <w:proofErr w:type="spellEnd"/>
    </w:p>
    <w:p w14:paraId="63F33E38" w14:textId="77777777" w:rsidR="00B4089B" w:rsidRDefault="00B4089B" w:rsidP="00B4089B">
      <w:pPr>
        <w:rPr>
          <w:rFonts w:ascii="Verdana" w:hAnsi="Verdana"/>
        </w:rPr>
      </w:pPr>
    </w:p>
    <w:tbl>
      <w:tblPr>
        <w:tblW w:w="9780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EDEDED" w:themeFill="accent3" w:themeFillTint="33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3"/>
        <w:gridCol w:w="3853"/>
        <w:gridCol w:w="4396"/>
        <w:gridCol w:w="848"/>
      </w:tblGrid>
      <w:tr w:rsidR="00B44FD1" w:rsidRPr="00064115" w14:paraId="5B7C8BAF" w14:textId="77777777" w:rsidTr="00DF3126">
        <w:trPr>
          <w:tblHeader/>
        </w:trPr>
        <w:tc>
          <w:tcPr>
            <w:tcW w:w="683" w:type="dxa"/>
            <w:shd w:val="clear" w:color="auto" w:fill="9CC2E5" w:themeFill="accent5" w:themeFillTint="99"/>
          </w:tcPr>
          <w:p w14:paraId="05A6D6FE" w14:textId="2D9368E4" w:rsidR="00B4089B" w:rsidRPr="00064115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A</w:t>
            </w:r>
            <w:r w:rsidR="00D24A97">
              <w:rPr>
                <w:rFonts w:ascii="Verdana" w:hAnsi="Verdana"/>
                <w:b/>
                <w:bCs/>
                <w:color w:val="auto"/>
                <w:sz w:val="20"/>
              </w:rPr>
              <w:t>C</w:t>
            </w:r>
          </w:p>
        </w:tc>
        <w:tc>
          <w:tcPr>
            <w:tcW w:w="3853" w:type="dxa"/>
            <w:shd w:val="clear" w:color="auto" w:fill="9CC2E5" w:themeFill="accent5" w:themeFillTint="99"/>
          </w:tcPr>
          <w:p w14:paraId="6C929048" w14:textId="2D82876B" w:rsidR="00B4089B" w:rsidRPr="00064115" w:rsidRDefault="00D24A97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auto"/>
                <w:sz w:val="20"/>
              </w:rPr>
              <w:t>Description</w:t>
            </w:r>
            <w:proofErr w:type="spellEnd"/>
          </w:p>
        </w:tc>
        <w:tc>
          <w:tcPr>
            <w:tcW w:w="4396" w:type="dxa"/>
            <w:shd w:val="clear" w:color="auto" w:fill="9CC2E5" w:themeFill="accent5" w:themeFillTint="99"/>
          </w:tcPr>
          <w:p w14:paraId="4DB61B55" w14:textId="54478957" w:rsidR="00B4089B" w:rsidRPr="00064115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File</w:t>
            </w:r>
            <w:r w:rsidR="00D24A97">
              <w:rPr>
                <w:rFonts w:ascii="Verdana" w:hAnsi="Verdana"/>
                <w:b/>
                <w:bCs/>
                <w:color w:val="auto"/>
                <w:sz w:val="20"/>
              </w:rPr>
              <w:t xml:space="preserve"> Name</w:t>
            </w:r>
          </w:p>
        </w:tc>
        <w:tc>
          <w:tcPr>
            <w:tcW w:w="848" w:type="dxa"/>
            <w:shd w:val="clear" w:color="auto" w:fill="9CC2E5" w:themeFill="accent5" w:themeFillTint="99"/>
          </w:tcPr>
          <w:p w14:paraId="5E436B69" w14:textId="5D285427" w:rsidR="00B4089B" w:rsidRPr="00064115" w:rsidRDefault="00C6012C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4FD1" w14:paraId="25CE831B" w14:textId="77777777" w:rsidTr="00DF3126">
        <w:tc>
          <w:tcPr>
            <w:tcW w:w="683" w:type="dxa"/>
            <w:shd w:val="clear" w:color="auto" w:fill="DEEAF6" w:themeFill="accent5" w:themeFillTint="33"/>
          </w:tcPr>
          <w:p w14:paraId="5407B208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53" w:type="dxa"/>
            <w:shd w:val="clear" w:color="auto" w:fill="DEEAF6" w:themeFill="accent5" w:themeFillTint="33"/>
          </w:tcPr>
          <w:p w14:paraId="4645C79B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96" w:type="dxa"/>
            <w:shd w:val="clear" w:color="auto" w:fill="DEEAF6" w:themeFill="accent5" w:themeFillTint="33"/>
          </w:tcPr>
          <w:p w14:paraId="7E0751F5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48" w:type="dxa"/>
            <w:shd w:val="clear" w:color="auto" w:fill="DEEAF6" w:themeFill="accent5" w:themeFillTint="33"/>
          </w:tcPr>
          <w:p w14:paraId="79E01D3C" w14:textId="77777777" w:rsidR="00B4089B" w:rsidRDefault="00B4089B" w:rsidP="00F561AB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44FD1" w:rsidRPr="00064115" w14:paraId="791B042B" w14:textId="77777777" w:rsidTr="00DF3126">
        <w:tc>
          <w:tcPr>
            <w:tcW w:w="683" w:type="dxa"/>
            <w:shd w:val="clear" w:color="auto" w:fill="9CC2E5" w:themeFill="accent5" w:themeFillTint="99"/>
          </w:tcPr>
          <w:p w14:paraId="7E886378" w14:textId="2AFB666C" w:rsidR="00B4089B" w:rsidRPr="00064115" w:rsidRDefault="00B4089B" w:rsidP="00F561AB">
            <w:pPr>
              <w:rPr>
                <w:rFonts w:ascii="Verdana" w:hAnsi="Verdana"/>
                <w:color w:val="auto"/>
                <w:sz w:val="20"/>
              </w:rPr>
            </w:pPr>
            <w:r w:rsidRPr="00064115">
              <w:rPr>
                <w:rFonts w:ascii="Verdana" w:hAnsi="Verdana"/>
                <w:color w:val="auto"/>
                <w:sz w:val="20"/>
              </w:rPr>
              <w:t>A</w:t>
            </w:r>
            <w:r w:rsidR="00D24A97">
              <w:rPr>
                <w:rFonts w:ascii="Verdana" w:hAnsi="Verdana"/>
                <w:color w:val="auto"/>
                <w:sz w:val="20"/>
              </w:rPr>
              <w:t>C</w:t>
            </w:r>
            <w:r w:rsidRPr="00064115">
              <w:rPr>
                <w:rFonts w:ascii="Verdana" w:hAnsi="Verdana"/>
                <w:color w:val="auto"/>
                <w:sz w:val="20"/>
              </w:rPr>
              <w:t>1</w:t>
            </w:r>
          </w:p>
        </w:tc>
        <w:tc>
          <w:tcPr>
            <w:tcW w:w="3853" w:type="dxa"/>
            <w:shd w:val="clear" w:color="auto" w:fill="9CC2E5" w:themeFill="accent5" w:themeFillTint="99"/>
          </w:tcPr>
          <w:p w14:paraId="515CE96E" w14:textId="78E58C64" w:rsidR="00B4089B" w:rsidRPr="00064115" w:rsidRDefault="003A391E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</w:rPr>
              <w:t xml:space="preserve">System </w:t>
            </w:r>
            <w:proofErr w:type="spellStart"/>
            <w:r>
              <w:rPr>
                <w:rFonts w:ascii="Verdana" w:hAnsi="Verdana"/>
                <w:color w:val="auto"/>
                <w:sz w:val="20"/>
              </w:rPr>
              <w:t>requirements</w:t>
            </w:r>
            <w:proofErr w:type="spellEnd"/>
          </w:p>
        </w:tc>
        <w:tc>
          <w:tcPr>
            <w:tcW w:w="4396" w:type="dxa"/>
            <w:shd w:val="clear" w:color="auto" w:fill="9CC2E5" w:themeFill="accent5" w:themeFillTint="99"/>
          </w:tcPr>
          <w:p w14:paraId="7473FE18" w14:textId="16CF90FC" w:rsidR="00B4089B" w:rsidRPr="0070408E" w:rsidRDefault="003A391E" w:rsidP="00F561AB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3A391E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AC1 - </w:t>
            </w:r>
            <w:proofErr w:type="spellStart"/>
            <w:r w:rsidRPr="003A391E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IDTronic</w:t>
            </w:r>
            <w:proofErr w:type="spellEnd"/>
            <w:r w:rsidRPr="003A391E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 Leuze RFID Systems Requirements 20231012 v08eng.docx</w:t>
            </w:r>
          </w:p>
        </w:tc>
        <w:tc>
          <w:tcPr>
            <w:tcW w:w="848" w:type="dxa"/>
            <w:shd w:val="clear" w:color="auto" w:fill="9CC2E5" w:themeFill="accent5" w:themeFillTint="99"/>
          </w:tcPr>
          <w:p w14:paraId="20E7D675" w14:textId="54566D7C" w:rsidR="00B4089B" w:rsidRPr="003A391E" w:rsidRDefault="00A13DEF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  <w:r w:rsidRPr="003A391E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>V0</w:t>
            </w:r>
            <w:r w:rsidR="003A391E" w:rsidRPr="003A391E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>8</w:t>
            </w:r>
          </w:p>
        </w:tc>
      </w:tr>
      <w:tr w:rsidR="00B44FD1" w14:paraId="6B6FE20E" w14:textId="77777777" w:rsidTr="00DF3126">
        <w:tc>
          <w:tcPr>
            <w:tcW w:w="683" w:type="dxa"/>
            <w:shd w:val="clear" w:color="auto" w:fill="DEEAF6" w:themeFill="accent5" w:themeFillTint="33"/>
          </w:tcPr>
          <w:p w14:paraId="1C7BD245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53" w:type="dxa"/>
            <w:shd w:val="clear" w:color="auto" w:fill="DEEAF6" w:themeFill="accent5" w:themeFillTint="33"/>
          </w:tcPr>
          <w:p w14:paraId="553E633A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96" w:type="dxa"/>
            <w:shd w:val="clear" w:color="auto" w:fill="DEEAF6" w:themeFill="accent5" w:themeFillTint="33"/>
          </w:tcPr>
          <w:p w14:paraId="557190D2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48" w:type="dxa"/>
            <w:shd w:val="clear" w:color="auto" w:fill="DEEAF6" w:themeFill="accent5" w:themeFillTint="33"/>
          </w:tcPr>
          <w:p w14:paraId="00CD9F96" w14:textId="77777777" w:rsidR="00B4089B" w:rsidRPr="003A391E" w:rsidRDefault="00B4089B" w:rsidP="00F561AB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B44FD1" w:rsidRPr="00064115" w14:paraId="013AB7A6" w14:textId="77777777" w:rsidTr="00DF3126">
        <w:trPr>
          <w:trHeight w:val="245"/>
        </w:trPr>
        <w:tc>
          <w:tcPr>
            <w:tcW w:w="683" w:type="dxa"/>
            <w:shd w:val="clear" w:color="auto" w:fill="9CC2E5" w:themeFill="accent5" w:themeFillTint="99"/>
          </w:tcPr>
          <w:p w14:paraId="3E402581" w14:textId="2EE0AEE9" w:rsidR="00B4089B" w:rsidRPr="00064115" w:rsidRDefault="00B4089B" w:rsidP="00F561AB">
            <w:pPr>
              <w:rPr>
                <w:rFonts w:ascii="Verdana" w:hAnsi="Verdana"/>
                <w:color w:val="auto"/>
                <w:sz w:val="20"/>
              </w:rPr>
            </w:pPr>
            <w:r w:rsidRPr="00064115">
              <w:rPr>
                <w:rFonts w:ascii="Verdana" w:hAnsi="Verdana"/>
                <w:color w:val="auto"/>
                <w:sz w:val="20"/>
              </w:rPr>
              <w:t>A</w:t>
            </w:r>
            <w:r w:rsidR="00D24A97">
              <w:rPr>
                <w:rFonts w:ascii="Verdana" w:hAnsi="Verdana"/>
                <w:color w:val="auto"/>
                <w:sz w:val="20"/>
              </w:rPr>
              <w:t>C</w:t>
            </w:r>
            <w:r w:rsidR="00AB1431">
              <w:rPr>
                <w:rFonts w:ascii="Verdana" w:hAnsi="Verdana"/>
                <w:color w:val="auto"/>
                <w:sz w:val="20"/>
              </w:rPr>
              <w:t>2</w:t>
            </w:r>
          </w:p>
        </w:tc>
        <w:tc>
          <w:tcPr>
            <w:tcW w:w="3853" w:type="dxa"/>
            <w:shd w:val="clear" w:color="auto" w:fill="9CC2E5" w:themeFill="accent5" w:themeFillTint="99"/>
          </w:tcPr>
          <w:p w14:paraId="1C671BBA" w14:textId="77777777" w:rsidR="003A391E" w:rsidRPr="003A391E" w:rsidRDefault="003A391E" w:rsidP="003A391E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A391E">
              <w:rPr>
                <w:rFonts w:ascii="Verdana" w:hAnsi="Verdana"/>
                <w:sz w:val="20"/>
                <w:szCs w:val="20"/>
                <w:lang w:val="en-US"/>
              </w:rPr>
              <w:t>Description of communication commands</w:t>
            </w:r>
          </w:p>
          <w:p w14:paraId="3DEB92F7" w14:textId="3A9F6F89" w:rsidR="00B4089B" w:rsidRPr="003A391E" w:rsidRDefault="003A391E" w:rsidP="003A391E">
            <w:pPr>
              <w:rPr>
                <w:rFonts w:ascii="Verdana" w:hAnsi="Verdana"/>
                <w:color w:val="auto"/>
                <w:sz w:val="20"/>
                <w:lang w:val="en-US"/>
              </w:rPr>
            </w:pPr>
            <w:r w:rsidRPr="003A391E">
              <w:rPr>
                <w:rFonts w:ascii="Verdana" w:hAnsi="Verdana"/>
                <w:sz w:val="20"/>
                <w:szCs w:val="20"/>
                <w:lang w:val="en-US"/>
              </w:rPr>
              <w:t>and configuration of HF Basic Serial</w:t>
            </w:r>
          </w:p>
        </w:tc>
        <w:tc>
          <w:tcPr>
            <w:tcW w:w="4396" w:type="dxa"/>
            <w:shd w:val="clear" w:color="auto" w:fill="9CC2E5" w:themeFill="accent5" w:themeFillTint="99"/>
          </w:tcPr>
          <w:p w14:paraId="1171E40D" w14:textId="4DA63303" w:rsidR="00B4089B" w:rsidRPr="0070408E" w:rsidRDefault="003A391E" w:rsidP="00F561AB">
            <w:pPr>
              <w:rPr>
                <w:rFonts w:ascii="Verdana" w:hAnsi="Verdana"/>
                <w:color w:val="auto"/>
                <w:sz w:val="20"/>
                <w:lang w:val="en-US"/>
              </w:rPr>
            </w:pPr>
            <w:r w:rsidRPr="003A391E">
              <w:rPr>
                <w:rFonts w:ascii="Verdana" w:hAnsi="Verdana"/>
                <w:color w:val="auto"/>
                <w:sz w:val="20"/>
                <w:lang w:val="en-US"/>
              </w:rPr>
              <w:t xml:space="preserve">AC2 - PRG_22-14 - </w:t>
            </w:r>
            <w:proofErr w:type="spellStart"/>
            <w:r w:rsidRPr="003A391E">
              <w:rPr>
                <w:rFonts w:ascii="Verdana" w:hAnsi="Verdana"/>
                <w:color w:val="auto"/>
                <w:sz w:val="20"/>
                <w:lang w:val="en-US"/>
              </w:rPr>
              <w:t>IDTronic</w:t>
            </w:r>
            <w:proofErr w:type="spellEnd"/>
            <w:r w:rsidRPr="003A391E">
              <w:rPr>
                <w:rFonts w:ascii="Verdana" w:hAnsi="Verdana"/>
                <w:color w:val="auto"/>
                <w:sz w:val="20"/>
                <w:lang w:val="en-US"/>
              </w:rPr>
              <w:t xml:space="preserve"> Leuze RFID Systems - HF Basic Serial Communication and Configuration 20240314 v04eng.docx</w:t>
            </w:r>
          </w:p>
        </w:tc>
        <w:tc>
          <w:tcPr>
            <w:tcW w:w="848" w:type="dxa"/>
            <w:shd w:val="clear" w:color="auto" w:fill="9CC2E5" w:themeFill="accent5" w:themeFillTint="99"/>
          </w:tcPr>
          <w:p w14:paraId="594683CA" w14:textId="12B3220A" w:rsidR="00B4089B" w:rsidRPr="003A391E" w:rsidRDefault="00A13DEF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3A391E">
              <w:rPr>
                <w:rFonts w:ascii="Verdana" w:hAnsi="Verdana"/>
                <w:b/>
                <w:bCs/>
                <w:color w:val="auto"/>
                <w:sz w:val="20"/>
              </w:rPr>
              <w:t>V0</w:t>
            </w:r>
            <w:r w:rsidR="003A391E" w:rsidRPr="003A391E">
              <w:rPr>
                <w:rFonts w:ascii="Verdana" w:hAnsi="Verdana"/>
                <w:b/>
                <w:bCs/>
                <w:color w:val="auto"/>
                <w:sz w:val="20"/>
              </w:rPr>
              <w:t>4</w:t>
            </w:r>
          </w:p>
        </w:tc>
      </w:tr>
      <w:tr w:rsidR="00B44FD1" w14:paraId="39F2C445" w14:textId="77777777" w:rsidTr="00DF3126">
        <w:tc>
          <w:tcPr>
            <w:tcW w:w="683" w:type="dxa"/>
            <w:shd w:val="clear" w:color="auto" w:fill="DEEAF6" w:themeFill="accent5" w:themeFillTint="33"/>
          </w:tcPr>
          <w:p w14:paraId="44A417EC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53" w:type="dxa"/>
            <w:shd w:val="clear" w:color="auto" w:fill="DEEAF6" w:themeFill="accent5" w:themeFillTint="33"/>
          </w:tcPr>
          <w:p w14:paraId="6636908D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96" w:type="dxa"/>
            <w:shd w:val="clear" w:color="auto" w:fill="DEEAF6" w:themeFill="accent5" w:themeFillTint="33"/>
          </w:tcPr>
          <w:p w14:paraId="56545207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48" w:type="dxa"/>
            <w:shd w:val="clear" w:color="auto" w:fill="DEEAF6" w:themeFill="accent5" w:themeFillTint="33"/>
          </w:tcPr>
          <w:p w14:paraId="7BDBCA74" w14:textId="77777777" w:rsidR="00B4089B" w:rsidRPr="003A391E" w:rsidRDefault="00B4089B" w:rsidP="00F561AB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3A391E" w:rsidRPr="00064115" w14:paraId="4CBE08E1" w14:textId="77777777" w:rsidTr="00DF3126">
        <w:trPr>
          <w:trHeight w:val="245"/>
        </w:trPr>
        <w:tc>
          <w:tcPr>
            <w:tcW w:w="683" w:type="dxa"/>
            <w:shd w:val="clear" w:color="auto" w:fill="9CC2E5" w:themeFill="accent5" w:themeFillTint="99"/>
          </w:tcPr>
          <w:p w14:paraId="0B317D36" w14:textId="3ADD65F6" w:rsidR="003A391E" w:rsidRPr="00064115" w:rsidRDefault="003A391E" w:rsidP="005618DC">
            <w:pPr>
              <w:rPr>
                <w:rFonts w:ascii="Verdana" w:hAnsi="Verdana"/>
                <w:color w:val="auto"/>
                <w:sz w:val="20"/>
              </w:rPr>
            </w:pPr>
            <w:r w:rsidRPr="00064115">
              <w:rPr>
                <w:rFonts w:ascii="Verdana" w:hAnsi="Verdana"/>
                <w:color w:val="auto"/>
                <w:sz w:val="20"/>
              </w:rPr>
              <w:t>A</w:t>
            </w:r>
            <w:r>
              <w:rPr>
                <w:rFonts w:ascii="Verdana" w:hAnsi="Verdana"/>
                <w:color w:val="auto"/>
                <w:sz w:val="20"/>
              </w:rPr>
              <w:t>C3</w:t>
            </w:r>
          </w:p>
        </w:tc>
        <w:tc>
          <w:tcPr>
            <w:tcW w:w="3853" w:type="dxa"/>
            <w:shd w:val="clear" w:color="auto" w:fill="9CC2E5" w:themeFill="accent5" w:themeFillTint="99"/>
          </w:tcPr>
          <w:p w14:paraId="1F20802B" w14:textId="7640E0C5" w:rsidR="003A391E" w:rsidRPr="00064115" w:rsidRDefault="003A391E" w:rsidP="003A391E">
            <w:pPr>
              <w:rPr>
                <w:rFonts w:ascii="Verdana" w:hAnsi="Verdana"/>
                <w:color w:val="auto"/>
                <w:sz w:val="20"/>
              </w:rPr>
            </w:pPr>
            <w:r>
              <w:rPr>
                <w:rFonts w:ascii="Verdana" w:hAnsi="Verdana"/>
                <w:color w:val="auto"/>
                <w:sz w:val="20"/>
              </w:rPr>
              <w:t xml:space="preserve">Datasheet and </w:t>
            </w:r>
            <w:proofErr w:type="spellStart"/>
            <w:r>
              <w:rPr>
                <w:rFonts w:ascii="Verdana" w:hAnsi="Verdana"/>
                <w:color w:val="auto"/>
                <w:sz w:val="20"/>
              </w:rPr>
              <w:t>specifications</w:t>
            </w:r>
            <w:proofErr w:type="spellEnd"/>
          </w:p>
        </w:tc>
        <w:tc>
          <w:tcPr>
            <w:tcW w:w="4396" w:type="dxa"/>
            <w:shd w:val="clear" w:color="auto" w:fill="9CC2E5" w:themeFill="accent5" w:themeFillTint="99"/>
          </w:tcPr>
          <w:p w14:paraId="3CE1ABB1" w14:textId="43904034" w:rsidR="003A391E" w:rsidRPr="0070408E" w:rsidRDefault="00101C98" w:rsidP="005618DC">
            <w:pPr>
              <w:rPr>
                <w:rFonts w:ascii="Verdana" w:hAnsi="Verdana"/>
                <w:color w:val="auto"/>
                <w:sz w:val="20"/>
                <w:lang w:val="en-US"/>
              </w:rPr>
            </w:pPr>
            <w:r w:rsidRPr="00101C98">
              <w:rPr>
                <w:rFonts w:ascii="Verdana" w:hAnsi="Verdana"/>
                <w:color w:val="auto"/>
                <w:sz w:val="20"/>
                <w:lang w:val="en-US"/>
              </w:rPr>
              <w:t xml:space="preserve">AC3 - PRG_22-14 - </w:t>
            </w:r>
            <w:proofErr w:type="spellStart"/>
            <w:r w:rsidRPr="00101C98">
              <w:rPr>
                <w:rFonts w:ascii="Verdana" w:hAnsi="Verdana"/>
                <w:color w:val="auto"/>
                <w:sz w:val="20"/>
                <w:lang w:val="en-US"/>
              </w:rPr>
              <w:t>IDTronic</w:t>
            </w:r>
            <w:proofErr w:type="spellEnd"/>
            <w:r w:rsidRPr="00101C98">
              <w:rPr>
                <w:rFonts w:ascii="Verdana" w:hAnsi="Verdana"/>
                <w:color w:val="auto"/>
                <w:sz w:val="20"/>
                <w:lang w:val="en-US"/>
              </w:rPr>
              <w:t xml:space="preserve"> Leuze RFID Systems - HF Basic Serial Datasheet - Specifications Mod.8.2.07 20250623 v09eng.docx</w:t>
            </w:r>
          </w:p>
        </w:tc>
        <w:tc>
          <w:tcPr>
            <w:tcW w:w="848" w:type="dxa"/>
            <w:shd w:val="clear" w:color="auto" w:fill="9CC2E5" w:themeFill="accent5" w:themeFillTint="99"/>
          </w:tcPr>
          <w:p w14:paraId="38847660" w14:textId="4B35661E" w:rsidR="003A391E" w:rsidRPr="003A391E" w:rsidRDefault="003A391E" w:rsidP="005618DC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3A391E">
              <w:rPr>
                <w:rFonts w:ascii="Verdana" w:hAnsi="Verdana"/>
                <w:b/>
                <w:bCs/>
                <w:color w:val="auto"/>
                <w:sz w:val="20"/>
              </w:rPr>
              <w:t>V0</w:t>
            </w:r>
            <w:r w:rsidR="00101C98">
              <w:rPr>
                <w:rFonts w:ascii="Verdana" w:hAnsi="Verdana"/>
                <w:b/>
                <w:bCs/>
                <w:color w:val="auto"/>
                <w:sz w:val="20"/>
              </w:rPr>
              <w:t>9</w:t>
            </w:r>
          </w:p>
        </w:tc>
      </w:tr>
      <w:tr w:rsidR="003A391E" w:rsidRPr="003A391E" w14:paraId="185231D5" w14:textId="77777777" w:rsidTr="00DF3126">
        <w:tc>
          <w:tcPr>
            <w:tcW w:w="683" w:type="dxa"/>
            <w:shd w:val="clear" w:color="auto" w:fill="DEEAF6" w:themeFill="accent5" w:themeFillTint="33"/>
          </w:tcPr>
          <w:p w14:paraId="54E14C18" w14:textId="77777777" w:rsidR="003A391E" w:rsidRPr="003A391E" w:rsidRDefault="003A391E" w:rsidP="00F561AB">
            <w:pPr>
              <w:rPr>
                <w:rFonts w:ascii="Verdana" w:hAnsi="Verdana"/>
                <w:color w:val="auto"/>
                <w:sz w:val="20"/>
              </w:rPr>
            </w:pPr>
          </w:p>
        </w:tc>
        <w:tc>
          <w:tcPr>
            <w:tcW w:w="3853" w:type="dxa"/>
            <w:shd w:val="clear" w:color="auto" w:fill="DEEAF6" w:themeFill="accent5" w:themeFillTint="33"/>
          </w:tcPr>
          <w:p w14:paraId="623104BE" w14:textId="77777777" w:rsidR="003A391E" w:rsidRPr="003A391E" w:rsidRDefault="003A391E" w:rsidP="00F561AB">
            <w:pPr>
              <w:rPr>
                <w:rFonts w:ascii="Verdana" w:hAnsi="Verdana"/>
                <w:color w:val="auto"/>
                <w:sz w:val="20"/>
              </w:rPr>
            </w:pPr>
          </w:p>
        </w:tc>
        <w:tc>
          <w:tcPr>
            <w:tcW w:w="4396" w:type="dxa"/>
            <w:shd w:val="clear" w:color="auto" w:fill="DEEAF6" w:themeFill="accent5" w:themeFillTint="33"/>
          </w:tcPr>
          <w:p w14:paraId="0D8FC691" w14:textId="77777777" w:rsidR="003A391E" w:rsidRPr="003A391E" w:rsidRDefault="003A391E" w:rsidP="00F561AB">
            <w:pPr>
              <w:rPr>
                <w:rFonts w:ascii="Verdana" w:hAnsi="Verdana"/>
                <w:color w:val="auto"/>
                <w:sz w:val="20"/>
              </w:rPr>
            </w:pPr>
          </w:p>
        </w:tc>
        <w:tc>
          <w:tcPr>
            <w:tcW w:w="848" w:type="dxa"/>
            <w:shd w:val="clear" w:color="auto" w:fill="DEEAF6" w:themeFill="accent5" w:themeFillTint="33"/>
          </w:tcPr>
          <w:p w14:paraId="5FC15E79" w14:textId="77777777" w:rsidR="003A391E" w:rsidRPr="003A391E" w:rsidRDefault="003A391E" w:rsidP="00F561AB">
            <w:pPr>
              <w:jc w:val="center"/>
              <w:rPr>
                <w:rFonts w:ascii="Verdana" w:hAnsi="Verdana"/>
                <w:color w:val="auto"/>
                <w:sz w:val="20"/>
              </w:rPr>
            </w:pPr>
          </w:p>
        </w:tc>
      </w:tr>
    </w:tbl>
    <w:p w14:paraId="6658EE86" w14:textId="77777777" w:rsidR="00B4089B" w:rsidRPr="00C25B05" w:rsidRDefault="00B4089B" w:rsidP="00B4089B">
      <w:pPr>
        <w:rPr>
          <w:rFonts w:ascii="Verdana" w:hAnsi="Verdana"/>
          <w:lang w:val="fr-FR"/>
        </w:rPr>
      </w:pPr>
    </w:p>
    <w:p w14:paraId="7CC380E0" w14:textId="1081F485" w:rsidR="00B4089B" w:rsidRPr="00C25B05" w:rsidRDefault="00B4089B" w:rsidP="00B4089B">
      <w:pPr>
        <w:rPr>
          <w:rFonts w:ascii="Verdana" w:hAnsi="Verdana"/>
          <w:lang w:val="fr-FR"/>
        </w:rPr>
      </w:pPr>
    </w:p>
    <w:p w14:paraId="73341300" w14:textId="77777777" w:rsidR="00B4089B" w:rsidRPr="00C25B05" w:rsidRDefault="00B4089B" w:rsidP="00B4089B">
      <w:pPr>
        <w:rPr>
          <w:rFonts w:ascii="Verdana" w:hAnsi="Verdana"/>
          <w:lang w:val="fr-FR"/>
        </w:rPr>
      </w:pPr>
    </w:p>
    <w:p w14:paraId="6B5C39D0" w14:textId="410838BE" w:rsidR="00B4089B" w:rsidRDefault="00F642D4" w:rsidP="00B4089B">
      <w:pPr>
        <w:rPr>
          <w:rFonts w:ascii="Verdana" w:hAnsi="Verdana"/>
          <w:b/>
          <w:bCs/>
        </w:rPr>
      </w:pPr>
      <w:r w:rsidRPr="00892AB2">
        <w:rPr>
          <w:rFonts w:ascii="Verdana" w:hAnsi="Verdana"/>
          <w:b/>
          <w:bCs/>
        </w:rPr>
        <w:t xml:space="preserve">Documentazione scheda </w:t>
      </w:r>
      <w:r w:rsidR="00290698">
        <w:rPr>
          <w:rFonts w:ascii="Verdana" w:hAnsi="Verdana"/>
          <w:b/>
          <w:bCs/>
        </w:rPr>
        <w:t>0</w:t>
      </w:r>
      <w:r w:rsidR="0088502E">
        <w:rPr>
          <w:rFonts w:ascii="Verdana" w:hAnsi="Verdana"/>
          <w:b/>
          <w:bCs/>
        </w:rPr>
        <w:t>3</w:t>
      </w:r>
      <w:r w:rsidR="00DC7B1E">
        <w:rPr>
          <w:rFonts w:ascii="Verdana" w:hAnsi="Verdana"/>
          <w:b/>
          <w:bCs/>
        </w:rPr>
        <w:t>B24</w:t>
      </w:r>
      <w:r>
        <w:rPr>
          <w:rFonts w:ascii="Verdana" w:hAnsi="Verdana"/>
          <w:b/>
          <w:bCs/>
        </w:rPr>
        <w:t xml:space="preserve"> (</w:t>
      </w:r>
      <w:proofErr w:type="spellStart"/>
      <w:r w:rsidR="00DC7B1E">
        <w:rPr>
          <w:rFonts w:ascii="Verdana" w:hAnsi="Verdana"/>
          <w:b/>
          <w:bCs/>
        </w:rPr>
        <w:t>Main</w:t>
      </w:r>
      <w:proofErr w:type="spellEnd"/>
      <w:r w:rsidR="00DC7B1E">
        <w:rPr>
          <w:rFonts w:ascii="Verdana" w:hAnsi="Verdana"/>
          <w:b/>
          <w:bCs/>
        </w:rPr>
        <w:t xml:space="preserve"> Board</w:t>
      </w:r>
      <w:r>
        <w:rPr>
          <w:rFonts w:ascii="Verdana" w:hAnsi="Verdana"/>
          <w:b/>
          <w:bCs/>
        </w:rPr>
        <w:t>)</w:t>
      </w:r>
    </w:p>
    <w:p w14:paraId="4DBE673F" w14:textId="77777777" w:rsidR="00F642D4" w:rsidRDefault="00F642D4" w:rsidP="00B4089B">
      <w:pPr>
        <w:rPr>
          <w:rFonts w:ascii="Verdana" w:hAnsi="Verdana"/>
        </w:rPr>
      </w:pPr>
    </w:p>
    <w:tbl>
      <w:tblPr>
        <w:tblW w:w="9781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9CC2E5" w:themeFill="accent5" w:themeFillTint="99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7"/>
        <w:gridCol w:w="3424"/>
        <w:gridCol w:w="4820"/>
        <w:gridCol w:w="850"/>
      </w:tblGrid>
      <w:tr w:rsidR="00B4089B" w14:paraId="33FA4373" w14:textId="77777777" w:rsidTr="004D0ABF">
        <w:trPr>
          <w:tblHeader/>
        </w:trPr>
        <w:tc>
          <w:tcPr>
            <w:tcW w:w="687" w:type="dxa"/>
            <w:shd w:val="clear" w:color="auto" w:fill="9CC2E5" w:themeFill="accent5" w:themeFillTint="99"/>
          </w:tcPr>
          <w:p w14:paraId="4C22DAFF" w14:textId="2BCB00DF" w:rsidR="00B4089B" w:rsidRPr="00CF7C95" w:rsidRDefault="00B4089B" w:rsidP="00F561A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70383AFB" w14:textId="77777777" w:rsidR="00B4089B" w:rsidRPr="00CF7C95" w:rsidRDefault="00B4089B" w:rsidP="00F561A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Descrizione documento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383BA0ED" w14:textId="77777777" w:rsidR="00B4089B" w:rsidRPr="00CF7C95" w:rsidRDefault="00B4089B" w:rsidP="00F561A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File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629973BF" w14:textId="5AF4D4F9" w:rsidR="00B4089B" w:rsidRPr="00CF7C95" w:rsidRDefault="00C6012C" w:rsidP="00F561A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089B" w14:paraId="4DD01F8C" w14:textId="77777777" w:rsidTr="004D0ABF">
        <w:tc>
          <w:tcPr>
            <w:tcW w:w="687" w:type="dxa"/>
            <w:shd w:val="clear" w:color="auto" w:fill="DEEAF6" w:themeFill="accent5" w:themeFillTint="33"/>
          </w:tcPr>
          <w:p w14:paraId="22FA5D2F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79D595B5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11DD4574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70BE40FD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6FA512C8" w14:textId="77777777" w:rsidTr="004D0ABF">
        <w:tc>
          <w:tcPr>
            <w:tcW w:w="687" w:type="dxa"/>
            <w:shd w:val="clear" w:color="auto" w:fill="9CC2E5" w:themeFill="accent5" w:themeFillTint="99"/>
          </w:tcPr>
          <w:p w14:paraId="44571E98" w14:textId="18F60233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Pr="00CF7C9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5D3D73CD" w14:textId="40B13730" w:rsidR="00B4089B" w:rsidRPr="00CF7C95" w:rsidRDefault="00F642D4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 xml:space="preserve">Schema 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19905D5C" w14:textId="1A575A05" w:rsidR="00B4089B" w:rsidRPr="00CF7C95" w:rsidRDefault="0088502E" w:rsidP="00F561AB">
            <w:pPr>
              <w:rPr>
                <w:rFonts w:ascii="Verdana" w:hAnsi="Verdana"/>
                <w:sz w:val="20"/>
                <w:szCs w:val="20"/>
              </w:rPr>
            </w:pPr>
            <w:r w:rsidRPr="0088502E">
              <w:rPr>
                <w:rFonts w:ascii="Verdana" w:hAnsi="Verdana"/>
                <w:sz w:val="20"/>
                <w:szCs w:val="20"/>
              </w:rPr>
              <w:t>03B24_V0_01 Schematic.PDF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525A5CC0" w14:textId="592B2FA1" w:rsidR="00B4089B" w:rsidRPr="00CF7C95" w:rsidRDefault="00B4089B" w:rsidP="00F561AB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B4089B" w14:paraId="523E4B38" w14:textId="77777777" w:rsidTr="004D0ABF">
        <w:tc>
          <w:tcPr>
            <w:tcW w:w="687" w:type="dxa"/>
            <w:shd w:val="clear" w:color="auto" w:fill="DEEAF6" w:themeFill="accent5" w:themeFillTint="33"/>
          </w:tcPr>
          <w:p w14:paraId="2ACE651D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4B09D716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538D40C1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6CFA1D2D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07F88CF6" w14:textId="77777777" w:rsidTr="004D0ABF">
        <w:tc>
          <w:tcPr>
            <w:tcW w:w="687" w:type="dxa"/>
            <w:shd w:val="clear" w:color="auto" w:fill="9CC2E5" w:themeFill="accent5" w:themeFillTint="99"/>
          </w:tcPr>
          <w:p w14:paraId="3AD8978F" w14:textId="2F55E8B0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Pr="00CF7C95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223B183A" w14:textId="4928B45E" w:rsidR="00B4089B" w:rsidRPr="00CF7C95" w:rsidRDefault="004F130C" w:rsidP="00F561A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File G</w:t>
            </w:r>
            <w:r w:rsidR="00044623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>rber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501D234A" w14:textId="4D9E1893" w:rsidR="00B4089B" w:rsidRPr="00CF7C95" w:rsidRDefault="0088502E" w:rsidP="00F561AB">
            <w:pPr>
              <w:rPr>
                <w:rFonts w:ascii="Verdana" w:hAnsi="Verdana"/>
                <w:sz w:val="20"/>
                <w:szCs w:val="20"/>
              </w:rPr>
            </w:pPr>
            <w:r w:rsidRPr="0088502E">
              <w:rPr>
                <w:rFonts w:ascii="Verdana" w:hAnsi="Verdana"/>
                <w:sz w:val="20"/>
                <w:szCs w:val="20"/>
              </w:rPr>
              <w:t>03B24 gbr.zip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08DFACE5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7DA583F7" w14:textId="77777777" w:rsidTr="004D0ABF">
        <w:tc>
          <w:tcPr>
            <w:tcW w:w="687" w:type="dxa"/>
            <w:shd w:val="clear" w:color="auto" w:fill="DEEAF6" w:themeFill="accent5" w:themeFillTint="33"/>
          </w:tcPr>
          <w:p w14:paraId="65445C95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0AA0A835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5061B831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4FE41FD1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47D37" w14:paraId="271E7109" w14:textId="77777777" w:rsidTr="004D0ABF">
        <w:tc>
          <w:tcPr>
            <w:tcW w:w="687" w:type="dxa"/>
            <w:shd w:val="clear" w:color="auto" w:fill="9CC2E5" w:themeFill="accent5" w:themeFillTint="99"/>
          </w:tcPr>
          <w:p w14:paraId="46645D71" w14:textId="7939C55C" w:rsidR="00847D37" w:rsidRPr="00CF7C95" w:rsidRDefault="00847D37" w:rsidP="0014037D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Pr="00CF7C95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13619C3C" w14:textId="4AB5A3CF" w:rsidR="00847D37" w:rsidRPr="00CF7C95" w:rsidRDefault="00AE2171" w:rsidP="0014037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Stampe PCB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22B357A8" w14:textId="29BFAFC1" w:rsidR="00847D37" w:rsidRPr="00CF7C95" w:rsidRDefault="0088502E" w:rsidP="0014037D">
            <w:pPr>
              <w:rPr>
                <w:rFonts w:ascii="Verdana" w:hAnsi="Verdana"/>
                <w:sz w:val="20"/>
                <w:szCs w:val="20"/>
              </w:rPr>
            </w:pPr>
            <w:r w:rsidRPr="0088502E">
              <w:rPr>
                <w:rFonts w:ascii="Verdana" w:hAnsi="Verdana"/>
                <w:sz w:val="20"/>
                <w:szCs w:val="20"/>
              </w:rPr>
              <w:t>03B24_V0 PCB Print.PDF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553681CD" w14:textId="47B872D6" w:rsidR="00847D37" w:rsidRPr="00CF7C95" w:rsidRDefault="00847D37" w:rsidP="0014037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47D37" w14:paraId="1F85B929" w14:textId="77777777" w:rsidTr="004D0ABF">
        <w:tc>
          <w:tcPr>
            <w:tcW w:w="687" w:type="dxa"/>
            <w:shd w:val="clear" w:color="auto" w:fill="DEEAF6" w:themeFill="accent5" w:themeFillTint="33"/>
          </w:tcPr>
          <w:p w14:paraId="5BAA2AAF" w14:textId="77777777" w:rsidR="00847D37" w:rsidRPr="00CF7C95" w:rsidRDefault="00847D37" w:rsidP="001403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2A346812" w14:textId="77777777" w:rsidR="00847D37" w:rsidRPr="00CF7C95" w:rsidRDefault="00847D37" w:rsidP="001403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378954FA" w14:textId="77777777" w:rsidR="00847D37" w:rsidRPr="00CF7C95" w:rsidRDefault="00847D37" w:rsidP="001403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2A8DDDE1" w14:textId="77777777" w:rsidR="00847D37" w:rsidRPr="00CF7C95" w:rsidRDefault="00847D37" w:rsidP="0014037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466BB72F" w14:textId="77777777" w:rsidTr="004D0ABF">
        <w:tc>
          <w:tcPr>
            <w:tcW w:w="687" w:type="dxa"/>
            <w:shd w:val="clear" w:color="auto" w:fill="9CC2E5" w:themeFill="accent5" w:themeFillTint="99"/>
          </w:tcPr>
          <w:p w14:paraId="51C4A246" w14:textId="3B7195AB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="00847D37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7F9247E5" w14:textId="69AC9F7C" w:rsidR="00B4089B" w:rsidRPr="00CF7C95" w:rsidRDefault="00BD4BD4" w:rsidP="00F561A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Piano di montaggio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29DD0EAF" w14:textId="549AA0E1" w:rsidR="00B4089B" w:rsidRPr="00CF7C95" w:rsidRDefault="0088502E" w:rsidP="00F561AB">
            <w:pPr>
              <w:rPr>
                <w:rFonts w:ascii="Verdana" w:hAnsi="Verdana"/>
                <w:sz w:val="20"/>
                <w:szCs w:val="20"/>
              </w:rPr>
            </w:pPr>
            <w:r w:rsidRPr="0088502E">
              <w:rPr>
                <w:rFonts w:ascii="Verdana" w:hAnsi="Verdana"/>
                <w:sz w:val="20"/>
                <w:szCs w:val="20"/>
              </w:rPr>
              <w:t>03B24_V0 PCB Assembly.PDF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20891808" w14:textId="2CDF62FF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3C220FC3" w14:textId="77777777" w:rsidTr="004D0ABF">
        <w:tc>
          <w:tcPr>
            <w:tcW w:w="687" w:type="dxa"/>
            <w:shd w:val="clear" w:color="auto" w:fill="DEEAF6" w:themeFill="accent5" w:themeFillTint="33"/>
          </w:tcPr>
          <w:p w14:paraId="2D5F5C78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3E6B2BA1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307596A2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2A2081D8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:rsidRPr="00454105" w14:paraId="3124D45D" w14:textId="77777777" w:rsidTr="004D0ABF">
        <w:tc>
          <w:tcPr>
            <w:tcW w:w="687" w:type="dxa"/>
            <w:shd w:val="clear" w:color="auto" w:fill="9CC2E5" w:themeFill="accent5" w:themeFillTint="99"/>
          </w:tcPr>
          <w:p w14:paraId="01C392F2" w14:textId="5FF1C54E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="00847D37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46E8FEFE" w14:textId="23F160AF" w:rsidR="00B4089B" w:rsidRPr="00CF7C95" w:rsidRDefault="00BD4BD4" w:rsidP="00F561A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Lista parti 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738B2F23" w14:textId="7BAFBF6D" w:rsidR="00B4089B" w:rsidRPr="0088502E" w:rsidRDefault="0088502E" w:rsidP="00F561AB">
            <w:pPr>
              <w:rPr>
                <w:rFonts w:ascii="Verdana" w:hAnsi="Verdana"/>
                <w:sz w:val="20"/>
                <w:szCs w:val="20"/>
                <w:lang w:val="da-DK"/>
              </w:rPr>
            </w:pPr>
            <w:r w:rsidRPr="0088502E">
              <w:rPr>
                <w:rFonts w:ascii="Verdana" w:hAnsi="Verdana"/>
                <w:sz w:val="20"/>
                <w:szCs w:val="20"/>
                <w:lang w:val="da-DK"/>
              </w:rPr>
              <w:t>03B24_V0_lpc_01_REV0.pdf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3D9C52E4" w14:textId="5260034E" w:rsidR="00B4089B" w:rsidRPr="0070408E" w:rsidRDefault="00B4089B" w:rsidP="00F561AB">
            <w:pPr>
              <w:jc w:val="center"/>
              <w:rPr>
                <w:rFonts w:ascii="Verdana" w:hAnsi="Verdana"/>
                <w:sz w:val="20"/>
                <w:szCs w:val="20"/>
                <w:lang w:val="da-DK"/>
              </w:rPr>
            </w:pPr>
          </w:p>
        </w:tc>
      </w:tr>
      <w:tr w:rsidR="00B4089B" w:rsidRPr="00454105" w14:paraId="34112418" w14:textId="77777777" w:rsidTr="004D0ABF">
        <w:tc>
          <w:tcPr>
            <w:tcW w:w="687" w:type="dxa"/>
            <w:shd w:val="clear" w:color="auto" w:fill="DEEAF6" w:themeFill="accent5" w:themeFillTint="33"/>
          </w:tcPr>
          <w:p w14:paraId="6CF3BDF6" w14:textId="77777777" w:rsidR="00B4089B" w:rsidRPr="0070408E" w:rsidRDefault="00B4089B" w:rsidP="00F561AB">
            <w:pPr>
              <w:rPr>
                <w:rFonts w:ascii="Verdana" w:hAnsi="Verdana"/>
                <w:sz w:val="20"/>
                <w:szCs w:val="20"/>
                <w:lang w:val="da-DK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5DCB7FD3" w14:textId="77777777" w:rsidR="00B4089B" w:rsidRPr="0070408E" w:rsidRDefault="00B4089B" w:rsidP="00F561AB">
            <w:pPr>
              <w:rPr>
                <w:rFonts w:ascii="Verdana" w:hAnsi="Verdana"/>
                <w:sz w:val="20"/>
                <w:szCs w:val="20"/>
                <w:lang w:val="da-DK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62F3AC6C" w14:textId="77777777" w:rsidR="00B4089B" w:rsidRPr="0070408E" w:rsidRDefault="00B4089B" w:rsidP="00F561AB">
            <w:pPr>
              <w:rPr>
                <w:rFonts w:ascii="Verdana" w:hAnsi="Verdana"/>
                <w:sz w:val="20"/>
                <w:szCs w:val="20"/>
                <w:lang w:val="da-DK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392AA538" w14:textId="77777777" w:rsidR="00B4089B" w:rsidRPr="0070408E" w:rsidRDefault="00B4089B" w:rsidP="00F561AB">
            <w:pPr>
              <w:jc w:val="center"/>
              <w:rPr>
                <w:rFonts w:ascii="Verdana" w:hAnsi="Verdana"/>
                <w:sz w:val="20"/>
                <w:szCs w:val="20"/>
                <w:lang w:val="da-DK"/>
              </w:rPr>
            </w:pPr>
          </w:p>
        </w:tc>
      </w:tr>
    </w:tbl>
    <w:p w14:paraId="1ECE0CC5" w14:textId="77777777" w:rsidR="00AC1711" w:rsidRPr="0070408E" w:rsidRDefault="00AC1711" w:rsidP="00B4089B">
      <w:pPr>
        <w:rPr>
          <w:rFonts w:ascii="Verdana" w:hAnsi="Verdana"/>
          <w:b/>
          <w:bCs/>
          <w:lang w:val="da-DK"/>
        </w:rPr>
      </w:pPr>
    </w:p>
    <w:p w14:paraId="02CBDE29" w14:textId="77777777" w:rsidR="00AC1711" w:rsidRPr="0070408E" w:rsidRDefault="00AC1711" w:rsidP="00B4089B">
      <w:pPr>
        <w:rPr>
          <w:rFonts w:ascii="Verdana" w:hAnsi="Verdana"/>
          <w:b/>
          <w:bCs/>
          <w:lang w:val="da-DK"/>
        </w:rPr>
      </w:pPr>
    </w:p>
    <w:p w14:paraId="53F41992" w14:textId="77777777" w:rsidR="002B3A6D" w:rsidRPr="0070408E" w:rsidRDefault="002B3A6D" w:rsidP="00B4089B">
      <w:pPr>
        <w:rPr>
          <w:rFonts w:ascii="Verdana" w:hAnsi="Verdana"/>
          <w:b/>
          <w:bCs/>
          <w:lang w:val="da-DK"/>
        </w:rPr>
      </w:pPr>
    </w:p>
    <w:p w14:paraId="670336B8" w14:textId="77777777" w:rsidR="002B3A6D" w:rsidRPr="0070408E" w:rsidRDefault="002B3A6D" w:rsidP="00B4089B">
      <w:pPr>
        <w:rPr>
          <w:rFonts w:ascii="Verdana" w:hAnsi="Verdana"/>
          <w:b/>
          <w:bCs/>
          <w:lang w:val="da-DK"/>
        </w:rPr>
      </w:pPr>
    </w:p>
    <w:p w14:paraId="04C2DBEC" w14:textId="77777777" w:rsidR="002B3A6D" w:rsidRPr="0070408E" w:rsidRDefault="002B3A6D" w:rsidP="00B4089B">
      <w:pPr>
        <w:rPr>
          <w:rFonts w:ascii="Verdana" w:hAnsi="Verdana"/>
          <w:b/>
          <w:bCs/>
          <w:lang w:val="da-DK"/>
        </w:rPr>
      </w:pPr>
    </w:p>
    <w:p w14:paraId="4F5B6A73" w14:textId="77777777" w:rsidR="00DA41C5" w:rsidRPr="0070408E" w:rsidRDefault="00DA41C5" w:rsidP="00B4089B">
      <w:pPr>
        <w:rPr>
          <w:rFonts w:ascii="Verdana" w:hAnsi="Verdana"/>
          <w:b/>
          <w:bCs/>
          <w:lang w:val="da-DK"/>
        </w:rPr>
      </w:pPr>
    </w:p>
    <w:p w14:paraId="09366203" w14:textId="77777777" w:rsidR="00927FD4" w:rsidRPr="0070408E" w:rsidRDefault="00927FD4" w:rsidP="00B4089B">
      <w:pPr>
        <w:rPr>
          <w:rFonts w:ascii="Verdana" w:hAnsi="Verdana"/>
          <w:b/>
          <w:bCs/>
          <w:lang w:val="da-DK"/>
        </w:rPr>
      </w:pPr>
    </w:p>
    <w:p w14:paraId="646ED744" w14:textId="77777777" w:rsidR="00927FD4" w:rsidRPr="0070408E" w:rsidRDefault="00927FD4" w:rsidP="00B4089B">
      <w:pPr>
        <w:rPr>
          <w:rFonts w:ascii="Verdana" w:hAnsi="Verdana"/>
          <w:b/>
          <w:bCs/>
          <w:lang w:val="da-DK"/>
        </w:rPr>
      </w:pPr>
    </w:p>
    <w:p w14:paraId="797E577B" w14:textId="77777777" w:rsidR="00927FD4" w:rsidRPr="0070408E" w:rsidRDefault="00927FD4" w:rsidP="00B4089B">
      <w:pPr>
        <w:rPr>
          <w:rFonts w:ascii="Verdana" w:hAnsi="Verdana"/>
          <w:b/>
          <w:bCs/>
          <w:lang w:val="da-DK"/>
        </w:rPr>
      </w:pPr>
    </w:p>
    <w:p w14:paraId="4C722E81" w14:textId="77777777" w:rsidR="00DA41C5" w:rsidRPr="0070408E" w:rsidRDefault="00DA41C5" w:rsidP="00B4089B">
      <w:pPr>
        <w:rPr>
          <w:rFonts w:ascii="Verdana" w:hAnsi="Verdana"/>
          <w:b/>
          <w:bCs/>
          <w:lang w:val="da-DK"/>
        </w:rPr>
      </w:pPr>
    </w:p>
    <w:p w14:paraId="600F2D1D" w14:textId="77777777" w:rsidR="00DA41C5" w:rsidRPr="0070408E" w:rsidRDefault="00DA41C5" w:rsidP="00B4089B">
      <w:pPr>
        <w:rPr>
          <w:rFonts w:ascii="Verdana" w:hAnsi="Verdana"/>
          <w:b/>
          <w:bCs/>
          <w:lang w:val="da-DK"/>
        </w:rPr>
      </w:pPr>
    </w:p>
    <w:p w14:paraId="13C9F663" w14:textId="77777777" w:rsidR="00AC1711" w:rsidRPr="0070408E" w:rsidRDefault="00AC1711" w:rsidP="00B4089B">
      <w:pPr>
        <w:rPr>
          <w:rFonts w:ascii="Verdana" w:hAnsi="Verdana"/>
          <w:b/>
          <w:bCs/>
          <w:lang w:val="da-DK"/>
        </w:rPr>
      </w:pPr>
    </w:p>
    <w:p w14:paraId="42CBC1CC" w14:textId="3838524B" w:rsidR="001F557B" w:rsidRDefault="003F11F5" w:rsidP="001F557B">
      <w:pPr>
        <w:rPr>
          <w:rFonts w:ascii="Verdana" w:hAnsi="Verdana"/>
          <w:b/>
          <w:bCs/>
        </w:rPr>
      </w:pPr>
      <w:r w:rsidRPr="00892AB2">
        <w:rPr>
          <w:rFonts w:ascii="Verdana" w:hAnsi="Verdana"/>
          <w:b/>
          <w:bCs/>
        </w:rPr>
        <w:t xml:space="preserve">Documentazione scheda </w:t>
      </w:r>
      <w:r w:rsidR="001F557B">
        <w:rPr>
          <w:rFonts w:ascii="Verdana" w:hAnsi="Verdana"/>
          <w:b/>
          <w:bCs/>
        </w:rPr>
        <w:t>0</w:t>
      </w:r>
      <w:r w:rsidR="0088502E">
        <w:rPr>
          <w:rFonts w:ascii="Verdana" w:hAnsi="Verdana"/>
          <w:b/>
          <w:bCs/>
        </w:rPr>
        <w:t>2</w:t>
      </w:r>
      <w:r w:rsidR="001F557B">
        <w:rPr>
          <w:rFonts w:ascii="Verdana" w:hAnsi="Verdana"/>
          <w:b/>
          <w:bCs/>
        </w:rPr>
        <w:t>A24</w:t>
      </w:r>
      <w:r>
        <w:rPr>
          <w:rFonts w:ascii="Verdana" w:hAnsi="Verdana"/>
          <w:b/>
          <w:bCs/>
        </w:rPr>
        <w:t xml:space="preserve"> </w:t>
      </w:r>
      <w:r w:rsidR="001F557B">
        <w:rPr>
          <w:rFonts w:ascii="Verdana" w:hAnsi="Verdana"/>
          <w:b/>
          <w:bCs/>
        </w:rPr>
        <w:t>(</w:t>
      </w:r>
      <w:r>
        <w:rPr>
          <w:rFonts w:ascii="Verdana" w:hAnsi="Verdana"/>
          <w:b/>
          <w:bCs/>
        </w:rPr>
        <w:t>Scheda Connessioni</w:t>
      </w:r>
      <w:r w:rsidR="001F557B">
        <w:rPr>
          <w:rFonts w:ascii="Verdana" w:hAnsi="Verdana"/>
          <w:b/>
          <w:bCs/>
        </w:rPr>
        <w:t>)</w:t>
      </w:r>
    </w:p>
    <w:p w14:paraId="1DD68D99" w14:textId="77777777" w:rsidR="001F557B" w:rsidRDefault="001F557B" w:rsidP="001F557B">
      <w:pPr>
        <w:rPr>
          <w:rFonts w:ascii="Verdana" w:hAnsi="Verdana"/>
        </w:rPr>
      </w:pPr>
    </w:p>
    <w:tbl>
      <w:tblPr>
        <w:tblW w:w="9781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E2EFD9" w:themeFill="accent6" w:themeFillTint="33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7"/>
        <w:gridCol w:w="4558"/>
        <w:gridCol w:w="3686"/>
        <w:gridCol w:w="850"/>
      </w:tblGrid>
      <w:tr w:rsidR="001F557B" w14:paraId="5A79662B" w14:textId="77777777" w:rsidTr="00573FDA">
        <w:trPr>
          <w:tblHeader/>
        </w:trPr>
        <w:tc>
          <w:tcPr>
            <w:tcW w:w="687" w:type="dxa"/>
            <w:shd w:val="clear" w:color="auto" w:fill="9CC2E5" w:themeFill="accent5" w:themeFillTint="99"/>
          </w:tcPr>
          <w:p w14:paraId="4B02DBEE" w14:textId="7C92510C" w:rsidR="001F557B" w:rsidRPr="00CF7C95" w:rsidRDefault="001F557B" w:rsidP="00FD126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47BC1FE3" w14:textId="77777777" w:rsidR="001F557B" w:rsidRPr="00CF7C95" w:rsidRDefault="001F557B" w:rsidP="00FD126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Descrizione documento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17202CEC" w14:textId="77777777" w:rsidR="001F557B" w:rsidRPr="00CF7C95" w:rsidRDefault="001F557B" w:rsidP="00FD126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File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48680AF6" w14:textId="5058E0B9" w:rsidR="001F557B" w:rsidRPr="00CF7C95" w:rsidRDefault="00C6012C" w:rsidP="00FD126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1F557B" w14:paraId="1DE481AB" w14:textId="77777777" w:rsidTr="00573FDA">
        <w:tc>
          <w:tcPr>
            <w:tcW w:w="687" w:type="dxa"/>
            <w:shd w:val="clear" w:color="auto" w:fill="DEEAF6" w:themeFill="accent5" w:themeFillTint="33"/>
          </w:tcPr>
          <w:p w14:paraId="7E51618D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13184793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257E94DE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0421C08D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1660B07D" w14:textId="77777777" w:rsidTr="00573FDA">
        <w:tc>
          <w:tcPr>
            <w:tcW w:w="687" w:type="dxa"/>
            <w:shd w:val="clear" w:color="auto" w:fill="9CC2E5" w:themeFill="accent5" w:themeFillTint="99"/>
          </w:tcPr>
          <w:p w14:paraId="624F498C" w14:textId="6234A09E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CF7C9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16C56431" w14:textId="37ED0A19" w:rsidR="001F557B" w:rsidRPr="00CF7C95" w:rsidRDefault="00BB2E81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Board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</w:t>
            </w:r>
            <w:r w:rsidR="001F557B" w:rsidRPr="00CF7C95">
              <w:rPr>
                <w:rFonts w:ascii="Verdana" w:hAnsi="Verdana"/>
                <w:sz w:val="20"/>
                <w:szCs w:val="20"/>
              </w:rPr>
              <w:t>chema</w:t>
            </w:r>
            <w:r>
              <w:rPr>
                <w:rFonts w:ascii="Verdana" w:hAnsi="Verdana"/>
                <w:sz w:val="20"/>
                <w:szCs w:val="20"/>
              </w:rPr>
              <w:t>tic</w:t>
            </w:r>
            <w:proofErr w:type="spellEnd"/>
          </w:p>
        </w:tc>
        <w:tc>
          <w:tcPr>
            <w:tcW w:w="3686" w:type="dxa"/>
            <w:shd w:val="clear" w:color="auto" w:fill="9CC2E5" w:themeFill="accent5" w:themeFillTint="99"/>
          </w:tcPr>
          <w:p w14:paraId="2DA16798" w14:textId="26C33F71" w:rsidR="001F557B" w:rsidRPr="00CF7C95" w:rsidRDefault="00573FDA" w:rsidP="00FD1266">
            <w:pPr>
              <w:rPr>
                <w:rFonts w:ascii="Verdana" w:hAnsi="Verdana"/>
                <w:sz w:val="20"/>
                <w:szCs w:val="20"/>
              </w:rPr>
            </w:pPr>
            <w:r w:rsidRPr="00573FDA">
              <w:rPr>
                <w:rFonts w:ascii="Verdana" w:hAnsi="Verdana"/>
                <w:sz w:val="20"/>
                <w:szCs w:val="20"/>
              </w:rPr>
              <w:t>02A24_sch.pdf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24100A1D" w14:textId="77777777" w:rsidR="001F557B" w:rsidRPr="00CF7C95" w:rsidRDefault="001F557B" w:rsidP="00FD126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1F557B" w14:paraId="72DFE1B1" w14:textId="77777777" w:rsidTr="00573FDA">
        <w:tc>
          <w:tcPr>
            <w:tcW w:w="687" w:type="dxa"/>
            <w:shd w:val="clear" w:color="auto" w:fill="DEEAF6" w:themeFill="accent5" w:themeFillTint="33"/>
          </w:tcPr>
          <w:p w14:paraId="165F567F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62860A9F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4B52505A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2FE15753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5A769CAD" w14:textId="77777777" w:rsidTr="00573FDA">
        <w:tc>
          <w:tcPr>
            <w:tcW w:w="687" w:type="dxa"/>
            <w:shd w:val="clear" w:color="auto" w:fill="9CC2E5" w:themeFill="accent5" w:themeFillTint="99"/>
          </w:tcPr>
          <w:p w14:paraId="11E23BA4" w14:textId="3A43B069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CF7C95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2F16AB44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File Gerber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13B51B62" w14:textId="74C6D11F" w:rsidR="001F557B" w:rsidRPr="00CF7C95" w:rsidRDefault="00573FDA" w:rsidP="00FD1266">
            <w:pPr>
              <w:rPr>
                <w:rFonts w:ascii="Verdana" w:hAnsi="Verdana"/>
                <w:sz w:val="20"/>
                <w:szCs w:val="20"/>
              </w:rPr>
            </w:pPr>
            <w:r w:rsidRPr="00573FDA">
              <w:rPr>
                <w:rFonts w:ascii="Verdana" w:hAnsi="Verdana"/>
                <w:sz w:val="20"/>
                <w:szCs w:val="20"/>
              </w:rPr>
              <w:t>Gerber 02A24.zip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25E8439D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7D8BD057" w14:textId="77777777" w:rsidTr="00573FDA">
        <w:tc>
          <w:tcPr>
            <w:tcW w:w="687" w:type="dxa"/>
            <w:shd w:val="clear" w:color="auto" w:fill="DEEAF6" w:themeFill="accent5" w:themeFillTint="33"/>
          </w:tcPr>
          <w:p w14:paraId="13656CFF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35132570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3A90195F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452A29A1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53EE2AED" w14:textId="77777777" w:rsidTr="00573FDA">
        <w:tc>
          <w:tcPr>
            <w:tcW w:w="687" w:type="dxa"/>
            <w:shd w:val="clear" w:color="auto" w:fill="9CC2E5" w:themeFill="accent5" w:themeFillTint="99"/>
          </w:tcPr>
          <w:p w14:paraId="77C4850D" w14:textId="3704F18B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CF7C95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49312FD8" w14:textId="2D6C88AF" w:rsidR="001F557B" w:rsidRPr="00CF7C95" w:rsidRDefault="00573FDA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PCB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layers</w:t>
            </w:r>
            <w:proofErr w:type="spellEnd"/>
          </w:p>
        </w:tc>
        <w:tc>
          <w:tcPr>
            <w:tcW w:w="3686" w:type="dxa"/>
            <w:shd w:val="clear" w:color="auto" w:fill="9CC2E5" w:themeFill="accent5" w:themeFillTint="99"/>
          </w:tcPr>
          <w:p w14:paraId="7F054F80" w14:textId="3EC79DD6" w:rsidR="001F557B" w:rsidRPr="00CF7C95" w:rsidRDefault="00573FDA" w:rsidP="00FD1266">
            <w:pPr>
              <w:rPr>
                <w:rFonts w:ascii="Verdana" w:hAnsi="Verdana"/>
                <w:sz w:val="20"/>
                <w:szCs w:val="20"/>
              </w:rPr>
            </w:pPr>
            <w:r w:rsidRPr="00573FDA">
              <w:rPr>
                <w:rFonts w:ascii="Verdana" w:hAnsi="Verdana"/>
                <w:sz w:val="20"/>
                <w:szCs w:val="20"/>
              </w:rPr>
              <w:t>02A24_V0 PCB Print.PDF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09C7E022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209D7F49" w14:textId="77777777" w:rsidTr="00573FDA">
        <w:tc>
          <w:tcPr>
            <w:tcW w:w="687" w:type="dxa"/>
            <w:shd w:val="clear" w:color="auto" w:fill="DEEAF6" w:themeFill="accent5" w:themeFillTint="33"/>
          </w:tcPr>
          <w:p w14:paraId="72F1B73D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3E0F83A4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7439F461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6E612A37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6A15D901" w14:textId="77777777" w:rsidTr="00573FDA">
        <w:trPr>
          <w:trHeight w:val="331"/>
        </w:trPr>
        <w:tc>
          <w:tcPr>
            <w:tcW w:w="687" w:type="dxa"/>
            <w:shd w:val="clear" w:color="auto" w:fill="9CC2E5" w:themeFill="accent5" w:themeFillTint="99"/>
          </w:tcPr>
          <w:p w14:paraId="5528DE5F" w14:textId="1DD2C599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E4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1BE7CDF6" w14:textId="2D5C77FF" w:rsidR="001F557B" w:rsidRPr="00CF7C95" w:rsidRDefault="00573FDA" w:rsidP="00FD1266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Mounting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plan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26D51BFA" w14:textId="55449423" w:rsidR="001F557B" w:rsidRPr="00CF7C95" w:rsidRDefault="00573FDA" w:rsidP="00FD1266">
            <w:pPr>
              <w:rPr>
                <w:rFonts w:ascii="Verdana" w:hAnsi="Verdana"/>
                <w:sz w:val="20"/>
                <w:szCs w:val="20"/>
              </w:rPr>
            </w:pPr>
            <w:r w:rsidRPr="00573FDA">
              <w:rPr>
                <w:rFonts w:ascii="Verdana" w:hAnsi="Verdana"/>
                <w:sz w:val="20"/>
                <w:szCs w:val="20"/>
              </w:rPr>
              <w:t>02A24_3d.pdf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589F15D8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40451B84" w14:textId="77777777" w:rsidTr="00573FDA">
        <w:tc>
          <w:tcPr>
            <w:tcW w:w="687" w:type="dxa"/>
            <w:shd w:val="clear" w:color="auto" w:fill="DEEAF6" w:themeFill="accent5" w:themeFillTint="33"/>
          </w:tcPr>
          <w:p w14:paraId="6332FDE3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3642D757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3D4BF155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257623B8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7FFCE515" w14:textId="77777777" w:rsidTr="00573FDA">
        <w:tc>
          <w:tcPr>
            <w:tcW w:w="687" w:type="dxa"/>
            <w:shd w:val="clear" w:color="auto" w:fill="9CC2E5" w:themeFill="accent5" w:themeFillTint="99"/>
          </w:tcPr>
          <w:p w14:paraId="363D7058" w14:textId="440A81A5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E5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6E0BAE31" w14:textId="460287E8" w:rsidR="001F557B" w:rsidRPr="00CF7C95" w:rsidRDefault="00573FDA" w:rsidP="00FD1266">
            <w:pPr>
              <w:rPr>
                <w:rFonts w:ascii="Verdana" w:hAnsi="Verdana"/>
                <w:sz w:val="20"/>
                <w:szCs w:val="20"/>
              </w:rPr>
            </w:pPr>
            <w:r w:rsidRPr="00573FDA">
              <w:rPr>
                <w:rFonts w:ascii="Verdana" w:hAnsi="Verdana"/>
                <w:sz w:val="20"/>
                <w:szCs w:val="20"/>
              </w:rPr>
              <w:t>Board BOM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0BEE4E29" w14:textId="77777777" w:rsidR="00573FDA" w:rsidRPr="00573FDA" w:rsidRDefault="00573FDA" w:rsidP="00573FDA">
            <w:pPr>
              <w:rPr>
                <w:rFonts w:ascii="Verdana" w:hAnsi="Verdana"/>
                <w:sz w:val="20"/>
                <w:szCs w:val="20"/>
              </w:rPr>
            </w:pPr>
            <w:r w:rsidRPr="00573FDA">
              <w:rPr>
                <w:rFonts w:ascii="Verdana" w:hAnsi="Verdana"/>
                <w:sz w:val="20"/>
                <w:szCs w:val="20"/>
              </w:rPr>
              <w:t>02A24_V0 R0 (lista parti completa</w:t>
            </w:r>
          </w:p>
          <w:p w14:paraId="51267FEA" w14:textId="503942E6" w:rsidR="001F557B" w:rsidRPr="00CF7C95" w:rsidRDefault="00573FDA" w:rsidP="00573FDA">
            <w:pPr>
              <w:rPr>
                <w:rFonts w:ascii="Verdana" w:hAnsi="Verdana"/>
                <w:sz w:val="20"/>
                <w:szCs w:val="20"/>
              </w:rPr>
            </w:pPr>
            <w:r w:rsidRPr="00573FDA">
              <w:rPr>
                <w:rFonts w:ascii="Verdana" w:hAnsi="Verdana"/>
                <w:sz w:val="20"/>
                <w:szCs w:val="20"/>
              </w:rPr>
              <w:t>130324).pdf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4D06266C" w14:textId="3A9D7E9A" w:rsidR="001F557B" w:rsidRPr="00CF7C95" w:rsidRDefault="006429A1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00</w:t>
            </w:r>
          </w:p>
        </w:tc>
      </w:tr>
      <w:tr w:rsidR="001F557B" w14:paraId="704A3560" w14:textId="77777777" w:rsidTr="00573FDA">
        <w:tc>
          <w:tcPr>
            <w:tcW w:w="687" w:type="dxa"/>
            <w:shd w:val="clear" w:color="auto" w:fill="DEEAF6" w:themeFill="accent5" w:themeFillTint="33"/>
          </w:tcPr>
          <w:p w14:paraId="23ED4D64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61BECB6B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6F8EBCC2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51EC461A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73FDA" w:rsidRPr="00454105" w14:paraId="52B9CCC1" w14:textId="77777777" w:rsidTr="00573FDA">
        <w:tc>
          <w:tcPr>
            <w:tcW w:w="687" w:type="dxa"/>
            <w:shd w:val="clear" w:color="auto" w:fill="9CC2E5" w:themeFill="accent5" w:themeFillTint="99"/>
          </w:tcPr>
          <w:p w14:paraId="210C5E89" w14:textId="0ED0E137" w:rsidR="00573FDA" w:rsidRPr="00CF7C95" w:rsidRDefault="00573FDA" w:rsidP="005618DC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E6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72937BFE" w14:textId="56DEB5CD" w:rsidR="00573FDA" w:rsidRPr="00CF7C95" w:rsidRDefault="00573FDA" w:rsidP="005618DC">
            <w:pPr>
              <w:rPr>
                <w:rFonts w:ascii="Verdana" w:hAnsi="Verdana"/>
                <w:sz w:val="20"/>
                <w:szCs w:val="20"/>
              </w:rPr>
            </w:pPr>
            <w:r w:rsidRPr="00573FDA">
              <w:rPr>
                <w:rFonts w:ascii="Verdana" w:hAnsi="Verdana"/>
                <w:sz w:val="20"/>
                <w:szCs w:val="20"/>
              </w:rPr>
              <w:t xml:space="preserve">Connector data </w:t>
            </w:r>
            <w:proofErr w:type="spellStart"/>
            <w:r w:rsidRPr="00573FDA">
              <w:rPr>
                <w:rFonts w:ascii="Verdana" w:hAnsi="Verdana"/>
                <w:sz w:val="20"/>
                <w:szCs w:val="20"/>
              </w:rPr>
              <w:t>sheet</w:t>
            </w:r>
            <w:proofErr w:type="spellEnd"/>
          </w:p>
        </w:tc>
        <w:tc>
          <w:tcPr>
            <w:tcW w:w="3686" w:type="dxa"/>
            <w:shd w:val="clear" w:color="auto" w:fill="9CC2E5" w:themeFill="accent5" w:themeFillTint="99"/>
          </w:tcPr>
          <w:p w14:paraId="2B8A1562" w14:textId="22BE1A27" w:rsidR="00573FDA" w:rsidRPr="00573FDA" w:rsidRDefault="00573FDA" w:rsidP="005618DC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M</w:t>
            </w:r>
            <w:r w:rsidRPr="00573FDA">
              <w:rPr>
                <w:rFonts w:ascii="Verdana" w:hAnsi="Verdana"/>
                <w:sz w:val="20"/>
                <w:szCs w:val="20"/>
                <w:lang w:val="en-US"/>
              </w:rPr>
              <w:t>12A-XXPMMP-SF8001(J).pdf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6B631216" w14:textId="71FE1FCF" w:rsidR="00573FDA" w:rsidRPr="00DF3126" w:rsidRDefault="00573FDA" w:rsidP="005618DC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573FDA" w:rsidRPr="00454105" w14:paraId="18FEC253" w14:textId="77777777" w:rsidTr="00573FDA">
        <w:tc>
          <w:tcPr>
            <w:tcW w:w="687" w:type="dxa"/>
            <w:shd w:val="clear" w:color="auto" w:fill="DEEAF6" w:themeFill="accent5" w:themeFillTint="33"/>
          </w:tcPr>
          <w:p w14:paraId="3CF0DE35" w14:textId="77777777" w:rsidR="00573FDA" w:rsidRPr="00DF3126" w:rsidRDefault="00573FDA" w:rsidP="005618DC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7F8965C6" w14:textId="77777777" w:rsidR="00573FDA" w:rsidRPr="00DF3126" w:rsidRDefault="00573FDA" w:rsidP="005618DC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55126AEB" w14:textId="77777777" w:rsidR="00573FDA" w:rsidRPr="00DF3126" w:rsidRDefault="00573FDA" w:rsidP="005618DC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3E9C9B4E" w14:textId="77777777" w:rsidR="00573FDA" w:rsidRPr="00DF3126" w:rsidRDefault="00573FDA" w:rsidP="005618DC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</w:tbl>
    <w:p w14:paraId="69EE8D39" w14:textId="77777777" w:rsidR="001F557B" w:rsidRPr="00DF3126" w:rsidRDefault="001F557B" w:rsidP="001F557B">
      <w:pPr>
        <w:rPr>
          <w:rFonts w:ascii="Verdana" w:hAnsi="Verdana"/>
          <w:b/>
          <w:bCs/>
          <w:lang w:val="en-US"/>
        </w:rPr>
      </w:pPr>
    </w:p>
    <w:p w14:paraId="5A4873CB" w14:textId="77777777" w:rsidR="00AC1711" w:rsidRPr="00DF3126" w:rsidRDefault="00AC1711" w:rsidP="00B4089B">
      <w:pPr>
        <w:rPr>
          <w:rFonts w:ascii="Verdana" w:hAnsi="Verdana"/>
          <w:b/>
          <w:bCs/>
          <w:lang w:val="en-US"/>
        </w:rPr>
      </w:pPr>
    </w:p>
    <w:p w14:paraId="0DC45C75" w14:textId="77777777" w:rsidR="00AA1F2A" w:rsidRPr="00DF3126" w:rsidRDefault="00AA1F2A" w:rsidP="00B4089B">
      <w:pPr>
        <w:rPr>
          <w:rFonts w:ascii="Verdana" w:hAnsi="Verdana"/>
          <w:b/>
          <w:bCs/>
          <w:lang w:val="en-US"/>
        </w:rPr>
      </w:pPr>
    </w:p>
    <w:p w14:paraId="5FF937F8" w14:textId="77777777" w:rsidR="00AA1F2A" w:rsidRPr="00DF3126" w:rsidRDefault="00AA1F2A" w:rsidP="00B4089B">
      <w:pPr>
        <w:rPr>
          <w:rFonts w:ascii="Verdana" w:hAnsi="Verdana"/>
          <w:b/>
          <w:bCs/>
          <w:lang w:val="en-US"/>
        </w:rPr>
      </w:pPr>
    </w:p>
    <w:p w14:paraId="089F457B" w14:textId="4AE28F35" w:rsidR="00B4089B" w:rsidRPr="00892AB2" w:rsidRDefault="00553100" w:rsidP="00B4089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Label Antenna</w:t>
      </w:r>
    </w:p>
    <w:p w14:paraId="61392AFE" w14:textId="77777777" w:rsidR="00B4089B" w:rsidRDefault="00B4089B" w:rsidP="00B4089B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DEEAF6" w:themeFill="accent5" w:themeFillTint="33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602"/>
        <w:gridCol w:w="3734"/>
        <w:gridCol w:w="801"/>
      </w:tblGrid>
      <w:tr w:rsidR="00B4089B" w14:paraId="3C38D108" w14:textId="77777777" w:rsidTr="00C157B0">
        <w:trPr>
          <w:tblHeader/>
        </w:trPr>
        <w:tc>
          <w:tcPr>
            <w:tcW w:w="643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69332BA9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AF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6B1EE6FB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3734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1B901D4D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801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  <w:hideMark/>
          </w:tcPr>
          <w:p w14:paraId="02C0DF07" w14:textId="4BE38695" w:rsidR="00B4089B" w:rsidRDefault="00C6012C" w:rsidP="00F561AB">
            <w:pPr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089B" w14:paraId="76BD3A62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AB7F04E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D8ACD5C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0F500EA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1230D738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</w:tr>
      <w:tr w:rsidR="00B4089B" w14:paraId="2C36EF40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475C6E6" w14:textId="0755F307" w:rsidR="00B4089B" w:rsidRDefault="00AA2406" w:rsidP="00F561AB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AF1</w:t>
            </w: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455C44CA" w14:textId="5BB210BD" w:rsidR="00B4089B" w:rsidRPr="00AA2406" w:rsidRDefault="00C6012C" w:rsidP="00F561AB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HF Basic Label specification</w:t>
            </w: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FC7CE0C" w14:textId="5652216E" w:rsidR="00B4089B" w:rsidRPr="0070408E" w:rsidRDefault="00C6012C" w:rsidP="00AA2406">
            <w:pPr>
              <w:rPr>
                <w:rFonts w:ascii="Verdana" w:hAnsi="Verdana"/>
                <w:sz w:val="20"/>
                <w:lang w:val="en-US"/>
              </w:rPr>
            </w:pPr>
            <w:proofErr w:type="gramStart"/>
            <w:r w:rsidRPr="0070408E">
              <w:rPr>
                <w:rFonts w:ascii="Verdana" w:hAnsi="Verdana"/>
                <w:sz w:val="20"/>
                <w:lang w:val="en-US"/>
              </w:rPr>
              <w:t>T.KRN</w:t>
            </w:r>
            <w:proofErr w:type="gramEnd"/>
            <w:r w:rsidRPr="0070408E">
              <w:rPr>
                <w:rFonts w:ascii="Verdana" w:hAnsi="Verdana"/>
                <w:sz w:val="20"/>
                <w:lang w:val="en-US"/>
              </w:rPr>
              <w:t>01IT.0E01374#</w:t>
            </w:r>
            <w:proofErr w:type="gramStart"/>
            <w:r w:rsidRPr="0070408E">
              <w:rPr>
                <w:rFonts w:ascii="Verdana" w:hAnsi="Verdana"/>
                <w:sz w:val="20"/>
                <w:lang w:val="en-US"/>
              </w:rPr>
              <w:t>0.B</w:t>
            </w:r>
            <w:proofErr w:type="gramEnd"/>
            <w:r w:rsidRPr="0070408E">
              <w:rPr>
                <w:rFonts w:ascii="Verdana" w:hAnsi="Verdana"/>
                <w:sz w:val="20"/>
                <w:lang w:val="en-US"/>
              </w:rPr>
              <w:t xml:space="preserve"> - </w:t>
            </w:r>
            <w:proofErr w:type="spellStart"/>
            <w:r w:rsidRPr="0070408E">
              <w:rPr>
                <w:rFonts w:ascii="Verdana" w:hAnsi="Verdana"/>
                <w:sz w:val="20"/>
                <w:lang w:val="en-US"/>
              </w:rPr>
              <w:t>Label_Basic_HF</w:t>
            </w:r>
            <w:proofErr w:type="spellEnd"/>
            <w:r w:rsidRPr="0070408E">
              <w:rPr>
                <w:rFonts w:ascii="Verdana" w:hAnsi="Verdana"/>
                <w:sz w:val="20"/>
                <w:lang w:val="en-US"/>
              </w:rPr>
              <w:t xml:space="preserve"> - ver01.pdf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2F38AC4E" w14:textId="4A14A2FD" w:rsidR="00B4089B" w:rsidRDefault="00C6012C" w:rsidP="00C6012C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01</w:t>
            </w:r>
          </w:p>
        </w:tc>
      </w:tr>
      <w:tr w:rsidR="00B4089B" w14:paraId="4A2FBF5E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2852598" w14:textId="77777777" w:rsidR="00B4089B" w:rsidRPr="00150829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9000CA9" w14:textId="77777777" w:rsidR="00B4089B" w:rsidRPr="00150829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1F2A46E" w14:textId="77777777" w:rsidR="00B4089B" w:rsidRPr="00150829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049B0587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</w:tr>
      <w:tr w:rsidR="00B4089B" w14:paraId="7CD5290F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4CD6340" w14:textId="33710A93" w:rsidR="00B4089B" w:rsidRDefault="00AA2406" w:rsidP="00F561A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AF2</w:t>
            </w: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6654984" w14:textId="733585FA" w:rsidR="00B4089B" w:rsidRDefault="008E4E08" w:rsidP="00F561A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Label cover film </w:t>
            </w:r>
            <w:proofErr w:type="spellStart"/>
            <w:proofErr w:type="gramStart"/>
            <w:r>
              <w:rPr>
                <w:rFonts w:ascii="Verdana" w:hAnsi="Verdana"/>
                <w:sz w:val="20"/>
              </w:rPr>
              <w:t>flammability</w:t>
            </w:r>
            <w:proofErr w:type="spellEnd"/>
            <w:r>
              <w:rPr>
                <w:rFonts w:ascii="Verdana" w:hAnsi="Verdana"/>
                <w:sz w:val="20"/>
              </w:rPr>
              <w:t xml:space="preserve">  </w:t>
            </w:r>
            <w:proofErr w:type="spellStart"/>
            <w:r>
              <w:rPr>
                <w:rFonts w:ascii="Verdana" w:hAnsi="Verdana"/>
                <w:sz w:val="20"/>
              </w:rPr>
              <w:t>Classification</w:t>
            </w:r>
            <w:proofErr w:type="spellEnd"/>
            <w:proofErr w:type="gramEnd"/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6C240CB" w14:textId="5A199AB9" w:rsidR="00B4089B" w:rsidRDefault="008E4E08" w:rsidP="00F561AB">
            <w:pPr>
              <w:rPr>
                <w:rFonts w:ascii="Verdana" w:hAnsi="Verdana"/>
                <w:sz w:val="20"/>
                <w:lang w:val="en-US"/>
              </w:rPr>
            </w:pPr>
            <w:r w:rsidRPr="008E4E08">
              <w:rPr>
                <w:rFonts w:ascii="Verdana" w:hAnsi="Verdana"/>
                <w:sz w:val="20"/>
                <w:lang w:val="en-US"/>
              </w:rPr>
              <w:t>F200 UL</w:t>
            </w:r>
            <w:proofErr w:type="gramStart"/>
            <w:r w:rsidRPr="008E4E08">
              <w:rPr>
                <w:rFonts w:ascii="Verdana" w:hAnsi="Verdana"/>
                <w:sz w:val="20"/>
                <w:lang w:val="en-US"/>
              </w:rPr>
              <w:t>94  v10.pdf</w:t>
            </w:r>
            <w:proofErr w:type="gramEnd"/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053C7EB2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</w:tr>
      <w:tr w:rsidR="00AC1711" w14:paraId="12297458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037F7A2" w14:textId="77777777" w:rsidR="00AC1711" w:rsidRDefault="00AC1711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E23C3B6" w14:textId="77777777" w:rsidR="00AC1711" w:rsidRDefault="00AC1711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D18105C" w14:textId="77777777" w:rsidR="00AC1711" w:rsidRDefault="00AC1711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5F386938" w14:textId="77777777" w:rsidR="00AC1711" w:rsidRDefault="00AC1711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C1711" w14:paraId="040D9760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5933F2C" w14:textId="23DD6D83" w:rsidR="00AC1711" w:rsidRDefault="00AC1711" w:rsidP="00FF1119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AF3</w:t>
            </w: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CEB1E0C" w14:textId="3E4E44CC" w:rsidR="00AC1711" w:rsidRPr="00AA2406" w:rsidRDefault="008E4E08" w:rsidP="00FF111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Double coated Tape specification</w:t>
            </w: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62ECB2DC" w14:textId="003CA2B1" w:rsidR="00AC1711" w:rsidRPr="00150829" w:rsidRDefault="008E4E08" w:rsidP="00FF1119">
            <w:pPr>
              <w:rPr>
                <w:rFonts w:ascii="Verdana" w:hAnsi="Verdana"/>
                <w:sz w:val="20"/>
              </w:rPr>
            </w:pPr>
            <w:r w:rsidRPr="008E4E08">
              <w:rPr>
                <w:rFonts w:ascii="Verdana" w:hAnsi="Verdana"/>
                <w:sz w:val="20"/>
              </w:rPr>
              <w:t>3M 93420 Technical Specification.pdf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2D968F8B" w14:textId="77777777" w:rsidR="00AC1711" w:rsidRDefault="00AC1711" w:rsidP="00FF1119">
            <w:pPr>
              <w:rPr>
                <w:rFonts w:ascii="Verdana" w:hAnsi="Verdana"/>
                <w:sz w:val="20"/>
              </w:rPr>
            </w:pPr>
          </w:p>
        </w:tc>
      </w:tr>
      <w:tr w:rsidR="00AC1711" w14:paraId="01C8B712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1874E31E" w14:textId="77777777" w:rsidR="00AC1711" w:rsidRPr="00150829" w:rsidRDefault="00AC1711" w:rsidP="00FF111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739B3F0" w14:textId="77777777" w:rsidR="00AC1711" w:rsidRPr="00150829" w:rsidRDefault="00AC1711" w:rsidP="00FF111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BB8E74F" w14:textId="77777777" w:rsidR="00AC1711" w:rsidRPr="00150829" w:rsidRDefault="00AC1711" w:rsidP="00FF111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5F8EBBD5" w14:textId="77777777" w:rsidR="00AC1711" w:rsidRDefault="00AC1711" w:rsidP="00FF1119">
            <w:pPr>
              <w:rPr>
                <w:rFonts w:ascii="Verdana" w:hAnsi="Verdana"/>
                <w:sz w:val="20"/>
              </w:rPr>
            </w:pPr>
          </w:p>
        </w:tc>
      </w:tr>
      <w:tr w:rsidR="00AC1711" w:rsidRPr="00454105" w14:paraId="0E68F68B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C23D51B" w14:textId="3949A221" w:rsidR="00AC1711" w:rsidRDefault="00AC1711" w:rsidP="00FF1119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AF4</w:t>
            </w: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5B31CB0" w14:textId="7D77009D" w:rsidR="00AC1711" w:rsidRPr="00AA2406" w:rsidRDefault="00CC003D" w:rsidP="00FF111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Internal Label Led Data Sheet</w:t>
            </w: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3607F64" w14:textId="55CEA8CC" w:rsidR="00AC1711" w:rsidRPr="0070408E" w:rsidRDefault="003B3141" w:rsidP="00FF1119">
            <w:pPr>
              <w:rPr>
                <w:rFonts w:ascii="Verdana" w:hAnsi="Verdana"/>
                <w:sz w:val="20"/>
                <w:lang w:val="en-US"/>
              </w:rPr>
            </w:pPr>
            <w:r w:rsidRPr="0070408E">
              <w:rPr>
                <w:rFonts w:ascii="Verdana" w:hAnsi="Verdana"/>
                <w:sz w:val="20"/>
                <w:lang w:val="en-US"/>
              </w:rPr>
              <w:t>HQ19-2232RYGC-Data Sheet.pdf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38040CB9" w14:textId="77777777" w:rsidR="00AC1711" w:rsidRPr="0070408E" w:rsidRDefault="00AC1711" w:rsidP="00FF1119">
            <w:pPr>
              <w:rPr>
                <w:rFonts w:ascii="Verdana" w:hAnsi="Verdana"/>
                <w:sz w:val="20"/>
                <w:lang w:val="en-US"/>
              </w:rPr>
            </w:pPr>
          </w:p>
        </w:tc>
      </w:tr>
      <w:tr w:rsidR="00AC1711" w:rsidRPr="00454105" w14:paraId="006E9FA7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BC6E419" w14:textId="77777777" w:rsidR="00AC1711" w:rsidRPr="0070408E" w:rsidRDefault="00AC1711" w:rsidP="00FF1119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829765D" w14:textId="77777777" w:rsidR="00AC1711" w:rsidRPr="0070408E" w:rsidRDefault="00AC1711" w:rsidP="00FF1119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9AE9B2F" w14:textId="77777777" w:rsidR="00AC1711" w:rsidRPr="0070408E" w:rsidRDefault="00AC1711" w:rsidP="00FF1119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3A844C44" w14:textId="77777777" w:rsidR="00AC1711" w:rsidRPr="0070408E" w:rsidRDefault="00AC1711" w:rsidP="00FF1119">
            <w:pPr>
              <w:rPr>
                <w:rFonts w:ascii="Verdana" w:hAnsi="Verdana"/>
                <w:sz w:val="20"/>
                <w:lang w:val="en-US"/>
              </w:rPr>
            </w:pPr>
          </w:p>
        </w:tc>
      </w:tr>
    </w:tbl>
    <w:p w14:paraId="1064B459" w14:textId="77777777" w:rsidR="00B4089B" w:rsidRPr="0070408E" w:rsidRDefault="00B4089B" w:rsidP="00B4089B">
      <w:pPr>
        <w:rPr>
          <w:rFonts w:ascii="Verdana" w:hAnsi="Verdana"/>
          <w:lang w:val="en-US"/>
        </w:rPr>
      </w:pPr>
    </w:p>
    <w:p w14:paraId="02676293" w14:textId="77777777" w:rsidR="00B4089B" w:rsidRPr="0070408E" w:rsidRDefault="00B4089B" w:rsidP="00B4089B">
      <w:pPr>
        <w:rPr>
          <w:rFonts w:ascii="Verdana" w:hAnsi="Verdana"/>
          <w:lang w:val="en-US"/>
        </w:rPr>
      </w:pPr>
    </w:p>
    <w:p w14:paraId="533D4345" w14:textId="77777777" w:rsidR="00B4089B" w:rsidRPr="0070408E" w:rsidRDefault="00B4089B" w:rsidP="00B4089B">
      <w:pPr>
        <w:rPr>
          <w:rFonts w:ascii="Verdana" w:hAnsi="Verdana"/>
          <w:lang w:val="en-US"/>
        </w:rPr>
      </w:pPr>
    </w:p>
    <w:p w14:paraId="24136623" w14:textId="77777777" w:rsidR="00D51605" w:rsidRPr="0070408E" w:rsidRDefault="00D51605" w:rsidP="00B4089B">
      <w:pPr>
        <w:rPr>
          <w:rFonts w:ascii="Verdana" w:hAnsi="Verdana"/>
          <w:lang w:val="en-US"/>
        </w:rPr>
      </w:pPr>
    </w:p>
    <w:p w14:paraId="64CA9E2F" w14:textId="77777777" w:rsidR="00AA1F2A" w:rsidRPr="0070408E" w:rsidRDefault="00AA1F2A" w:rsidP="00B4089B">
      <w:pPr>
        <w:rPr>
          <w:rFonts w:ascii="Verdana" w:hAnsi="Verdana"/>
          <w:lang w:val="en-US"/>
        </w:rPr>
      </w:pPr>
    </w:p>
    <w:p w14:paraId="049E3AE9" w14:textId="77777777" w:rsidR="00AA1F2A" w:rsidRPr="0070408E" w:rsidRDefault="00AA1F2A" w:rsidP="00B4089B">
      <w:pPr>
        <w:rPr>
          <w:rFonts w:ascii="Verdana" w:hAnsi="Verdana"/>
          <w:lang w:val="en-US"/>
        </w:rPr>
      </w:pPr>
    </w:p>
    <w:p w14:paraId="458BB3AA" w14:textId="77777777" w:rsidR="00AA1F2A" w:rsidRPr="0070408E" w:rsidRDefault="00AA1F2A" w:rsidP="00B4089B">
      <w:pPr>
        <w:rPr>
          <w:rFonts w:ascii="Verdana" w:hAnsi="Verdana"/>
          <w:lang w:val="en-US"/>
        </w:rPr>
      </w:pPr>
    </w:p>
    <w:p w14:paraId="731E926A" w14:textId="77777777" w:rsidR="00AA1F2A" w:rsidRPr="0070408E" w:rsidRDefault="00AA1F2A" w:rsidP="00B4089B">
      <w:pPr>
        <w:rPr>
          <w:rFonts w:ascii="Verdana" w:hAnsi="Verdana"/>
          <w:lang w:val="en-US"/>
        </w:rPr>
      </w:pPr>
    </w:p>
    <w:p w14:paraId="20BAB6C4" w14:textId="77777777" w:rsidR="00AA1F2A" w:rsidRPr="0070408E" w:rsidRDefault="00AA1F2A" w:rsidP="00B4089B">
      <w:pPr>
        <w:rPr>
          <w:rFonts w:ascii="Verdana" w:hAnsi="Verdana"/>
          <w:lang w:val="en-US"/>
        </w:rPr>
      </w:pPr>
    </w:p>
    <w:p w14:paraId="0FB8B65D" w14:textId="77777777" w:rsidR="00AA1F2A" w:rsidRPr="0070408E" w:rsidRDefault="00AA1F2A" w:rsidP="00B4089B">
      <w:pPr>
        <w:rPr>
          <w:rFonts w:ascii="Verdana" w:hAnsi="Verdana"/>
          <w:lang w:val="en-US"/>
        </w:rPr>
      </w:pPr>
    </w:p>
    <w:p w14:paraId="6C040ED9" w14:textId="77777777" w:rsidR="00AA1F2A" w:rsidRPr="0070408E" w:rsidRDefault="00AA1F2A" w:rsidP="00B4089B">
      <w:pPr>
        <w:rPr>
          <w:rFonts w:ascii="Verdana" w:hAnsi="Verdana"/>
          <w:lang w:val="en-US"/>
        </w:rPr>
      </w:pPr>
    </w:p>
    <w:p w14:paraId="704A8BCD" w14:textId="2AAA2504" w:rsidR="00B4089B" w:rsidRPr="00892AB2" w:rsidRDefault="00D51605" w:rsidP="00B4089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Plastic </w:t>
      </w:r>
      <w:proofErr w:type="spellStart"/>
      <w:r>
        <w:rPr>
          <w:rFonts w:ascii="Verdana" w:hAnsi="Verdana"/>
          <w:b/>
          <w:bCs/>
        </w:rPr>
        <w:t>enclousure</w:t>
      </w:r>
      <w:proofErr w:type="spellEnd"/>
    </w:p>
    <w:p w14:paraId="76E2313A" w14:textId="77777777" w:rsidR="00B4089B" w:rsidRDefault="00B4089B" w:rsidP="00B4089B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9CC2E5" w:themeFill="accent5" w:themeFillTint="99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4"/>
        <w:gridCol w:w="4885"/>
        <w:gridCol w:w="3450"/>
        <w:gridCol w:w="801"/>
      </w:tblGrid>
      <w:tr w:rsidR="00B4089B" w14:paraId="09D539C9" w14:textId="77777777" w:rsidTr="00C157B0">
        <w:trPr>
          <w:tblHeader/>
        </w:trPr>
        <w:tc>
          <w:tcPr>
            <w:tcW w:w="644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E8784B7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AG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0FFB4A0F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3450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3654D24E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801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  <w:hideMark/>
          </w:tcPr>
          <w:p w14:paraId="6F14BE4B" w14:textId="37B85C19" w:rsidR="00B4089B" w:rsidRDefault="00C6012C" w:rsidP="00637B55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089B" w14:paraId="3237DDBE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4169548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169CD04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2EACE78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14FFBE65" w14:textId="77777777" w:rsidR="00B4089B" w:rsidRDefault="00B4089B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4E49F6" w14:paraId="615FD9D9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4428C94" w14:textId="202979F2" w:rsidR="00B4089B" w:rsidRDefault="00DD4965" w:rsidP="00F561AB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AG1</w:t>
            </w: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817D957" w14:textId="4B1A56CE" w:rsidR="00B4089B" w:rsidRDefault="008D6A50" w:rsidP="00F561AB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Bud plastic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enclousure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data sheet</w:t>
            </w: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5F9B4B3" w14:textId="13555B4E" w:rsidR="00B4089B" w:rsidRDefault="008D6A50" w:rsidP="00F561AB">
            <w:pPr>
              <w:rPr>
                <w:rFonts w:ascii="Verdana" w:hAnsi="Verdana"/>
                <w:sz w:val="20"/>
                <w:lang w:val="en-US"/>
              </w:rPr>
            </w:pPr>
            <w:r w:rsidRPr="008D6A50">
              <w:rPr>
                <w:rFonts w:ascii="Verdana" w:hAnsi="Verdana"/>
                <w:sz w:val="20"/>
                <w:lang w:val="en-US"/>
              </w:rPr>
              <w:t>HD-7603-1.pdf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4796058D" w14:textId="3FB68EC4" w:rsidR="00B4089B" w:rsidRDefault="00B4089B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37B55" w14:paraId="577313E9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1E3DE6B" w14:textId="77777777" w:rsidR="00637B55" w:rsidRDefault="00637B55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DD88783" w14:textId="77777777" w:rsidR="00637B55" w:rsidRDefault="00637B55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6D381DB" w14:textId="77777777" w:rsidR="00637B55" w:rsidRDefault="00637B55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0B29A386" w14:textId="77777777" w:rsidR="00637B55" w:rsidRDefault="00637B55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37B55" w14:paraId="2A6788A1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19BF396F" w14:textId="4EF1B330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AG2</w:t>
            </w: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80B1643" w14:textId="7EFA798C" w:rsidR="00637B55" w:rsidRDefault="00285AAD" w:rsidP="00637B55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Milling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enclousure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design</w:t>
            </w: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C61F85C" w14:textId="7C8236D0" w:rsidR="00637B55" w:rsidRDefault="00285AAD" w:rsidP="00637B55">
            <w:pPr>
              <w:rPr>
                <w:rFonts w:ascii="Verdana" w:hAnsi="Verdana"/>
                <w:sz w:val="20"/>
                <w:lang w:val="en-US"/>
              </w:rPr>
            </w:pPr>
            <w:r w:rsidRPr="00285AAD">
              <w:rPr>
                <w:rFonts w:ascii="Verdana" w:hAnsi="Verdana"/>
                <w:sz w:val="20"/>
                <w:lang w:val="en-US"/>
              </w:rPr>
              <w:t>Fresatura_SPL00650.PDF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1581AA1B" w14:textId="1353D358" w:rsidR="00637B55" w:rsidRDefault="00DF50B3" w:rsidP="00637B5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00</w:t>
            </w:r>
          </w:p>
        </w:tc>
      </w:tr>
      <w:tr w:rsidR="00637B55" w14:paraId="2947B69B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5353BB0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63FB151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4825D38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783F23A7" w14:textId="77777777" w:rsidR="00637B55" w:rsidRDefault="00637B55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37B55" w14:paraId="46AE417D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0AE612A" w14:textId="67AAE1A4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AG3</w:t>
            </w: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CD24147" w14:textId="26A8E123" w:rsidR="00637B55" w:rsidRDefault="00EA45D4" w:rsidP="00637B55">
            <w:pPr>
              <w:rPr>
                <w:rFonts w:ascii="Verdana" w:hAnsi="Verdana"/>
                <w:sz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lang w:val="en-US"/>
              </w:rPr>
              <w:t>Enclousure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painting specifications</w:t>
            </w: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691F2366" w14:textId="1F54F0D5" w:rsidR="00637B55" w:rsidRDefault="00EA45D4" w:rsidP="00637B55">
            <w:pPr>
              <w:rPr>
                <w:rFonts w:ascii="Verdana" w:hAnsi="Verdana"/>
                <w:sz w:val="20"/>
                <w:lang w:val="en-US"/>
              </w:rPr>
            </w:pPr>
            <w:r w:rsidRPr="00EA45D4">
              <w:rPr>
                <w:rFonts w:ascii="Verdana" w:hAnsi="Verdana"/>
                <w:sz w:val="20"/>
                <w:lang w:val="en-US"/>
              </w:rPr>
              <w:t>Verniciatura_SPL00651.PDF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6A9DE6DB" w14:textId="48F43BE5" w:rsidR="00637B55" w:rsidRDefault="00DF50B3" w:rsidP="00637B5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00</w:t>
            </w:r>
          </w:p>
        </w:tc>
      </w:tr>
      <w:tr w:rsidR="00637B55" w14:paraId="33463A55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61341C3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BCE9827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FAFE07E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294410D3" w14:textId="77777777" w:rsidR="00637B55" w:rsidRDefault="00637B55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3F351261" w14:textId="77777777" w:rsidR="00B4089B" w:rsidRDefault="00B4089B" w:rsidP="00B4089B">
      <w:pPr>
        <w:rPr>
          <w:rFonts w:ascii="Verdana" w:hAnsi="Verdana"/>
        </w:rPr>
      </w:pPr>
    </w:p>
    <w:p w14:paraId="720EE44F" w14:textId="77777777" w:rsidR="00B4089B" w:rsidRDefault="00B4089B" w:rsidP="00B4089B">
      <w:pPr>
        <w:rPr>
          <w:rFonts w:ascii="Verdana" w:hAnsi="Verdana"/>
        </w:rPr>
      </w:pPr>
    </w:p>
    <w:p w14:paraId="40599912" w14:textId="77777777" w:rsidR="00B4089B" w:rsidRDefault="00B4089B" w:rsidP="00B4089B">
      <w:pPr>
        <w:rPr>
          <w:rFonts w:ascii="Verdana" w:hAnsi="Verdana"/>
        </w:rPr>
      </w:pPr>
    </w:p>
    <w:p w14:paraId="48521072" w14:textId="77777777" w:rsidR="00B4089B" w:rsidRDefault="00B4089B" w:rsidP="00B4089B">
      <w:pPr>
        <w:rPr>
          <w:rFonts w:ascii="Verdana" w:hAnsi="Verdana"/>
        </w:rPr>
      </w:pPr>
    </w:p>
    <w:p w14:paraId="0F4DB524" w14:textId="4E2189C6" w:rsidR="00B4089B" w:rsidRPr="00892AB2" w:rsidRDefault="00DF50B3" w:rsidP="00B4089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Production </w:t>
      </w:r>
      <w:proofErr w:type="spellStart"/>
      <w:r>
        <w:rPr>
          <w:rFonts w:ascii="Verdana" w:hAnsi="Verdana"/>
          <w:b/>
          <w:bCs/>
        </w:rPr>
        <w:t>documents</w:t>
      </w:r>
      <w:proofErr w:type="spellEnd"/>
    </w:p>
    <w:p w14:paraId="332AE3BF" w14:textId="77777777" w:rsidR="00B4089B" w:rsidRDefault="00B4089B" w:rsidP="00B4089B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9CC2E5" w:themeFill="accent5" w:themeFillTint="99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4"/>
        <w:gridCol w:w="4895"/>
        <w:gridCol w:w="2785"/>
        <w:gridCol w:w="1466"/>
      </w:tblGrid>
      <w:tr w:rsidR="00B4089B" w14:paraId="16A330BF" w14:textId="77777777" w:rsidTr="00C157B0">
        <w:trPr>
          <w:tblHeader/>
        </w:trPr>
        <w:tc>
          <w:tcPr>
            <w:tcW w:w="634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F6FDCAC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proofErr w:type="gramStart"/>
            <w:r>
              <w:rPr>
                <w:rFonts w:ascii="Verdana" w:hAnsi="Verdana"/>
                <w:b/>
                <w:bCs/>
                <w:sz w:val="20"/>
              </w:rPr>
              <w:t>AH</w:t>
            </w:r>
            <w:proofErr w:type="gramEnd"/>
          </w:p>
        </w:tc>
        <w:tc>
          <w:tcPr>
            <w:tcW w:w="4895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5171747F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2785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088F06F4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1466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  <w:hideMark/>
          </w:tcPr>
          <w:p w14:paraId="720A77CF" w14:textId="62E74C45" w:rsidR="00B4089B" w:rsidRDefault="00C6012C" w:rsidP="00637B55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089B" w14:paraId="149147A8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D91BC46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AF07557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5D24F03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502E2013" w14:textId="77777777" w:rsidR="00B4089B" w:rsidRDefault="00B4089B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4089B" w14:paraId="40AE68D3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476A7D6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AH1</w:t>
            </w: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711923B" w14:textId="6C5CB8E4" w:rsidR="00CE3B66" w:rsidRDefault="00573FDA" w:rsidP="00F561AB">
            <w:pPr>
              <w:rPr>
                <w:rFonts w:ascii="Verdana" w:hAnsi="Verdana"/>
                <w:sz w:val="20"/>
                <w:lang w:val="en-US"/>
              </w:rPr>
            </w:pPr>
            <w:r w:rsidRPr="00573FDA">
              <w:rPr>
                <w:rFonts w:ascii="Verdana" w:hAnsi="Verdana"/>
                <w:sz w:val="20"/>
              </w:rPr>
              <w:t>Complete BOM</w:t>
            </w:r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823EB4C" w14:textId="734EAFC8" w:rsidR="00B4089B" w:rsidRDefault="00573FDA" w:rsidP="00201915">
            <w:pPr>
              <w:rPr>
                <w:rFonts w:ascii="Verdana" w:hAnsi="Verdana"/>
                <w:sz w:val="20"/>
                <w:lang w:val="en-US"/>
              </w:rPr>
            </w:pPr>
            <w:r w:rsidRPr="00573FDA">
              <w:rPr>
                <w:rFonts w:ascii="Verdana" w:hAnsi="Verdana"/>
                <w:sz w:val="20"/>
              </w:rPr>
              <w:t>7130H BASIC RS232.PDF</w:t>
            </w: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1506CB35" w14:textId="7A5F1D3C" w:rsidR="00B4089B" w:rsidRDefault="00573FDA" w:rsidP="00637B5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07</w:t>
            </w:r>
            <w:r w:rsidR="00AB04E0">
              <w:rPr>
                <w:rFonts w:ascii="Verdana" w:hAnsi="Verdana"/>
                <w:sz w:val="20"/>
              </w:rPr>
              <w:t>/</w:t>
            </w:r>
            <w:r>
              <w:rPr>
                <w:rFonts w:ascii="Verdana" w:hAnsi="Verdana"/>
                <w:sz w:val="20"/>
              </w:rPr>
              <w:t>05</w:t>
            </w:r>
            <w:r w:rsidR="00AB04E0">
              <w:rPr>
                <w:rFonts w:ascii="Verdana" w:hAnsi="Verdana"/>
                <w:sz w:val="20"/>
              </w:rPr>
              <w:t>/2024</w:t>
            </w:r>
          </w:p>
        </w:tc>
      </w:tr>
      <w:tr w:rsidR="004E49F6" w14:paraId="3659F31F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471E3B2" w14:textId="77777777" w:rsidR="004E49F6" w:rsidRDefault="004E49F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0390DC3" w14:textId="77777777" w:rsidR="004E49F6" w:rsidRDefault="004E49F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7D1D379" w14:textId="77777777" w:rsidR="004E49F6" w:rsidRDefault="004E49F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07AA9670" w14:textId="77777777" w:rsidR="004E49F6" w:rsidRDefault="004E49F6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4E49F6" w14:paraId="5113ED33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81E04FF" w14:textId="1C3BFCDD" w:rsidR="004E49F6" w:rsidRPr="00DE6C80" w:rsidRDefault="004E49F6" w:rsidP="0014037D">
            <w:pPr>
              <w:rPr>
                <w:rFonts w:ascii="Verdana" w:hAnsi="Verdana"/>
                <w:sz w:val="20"/>
                <w:lang w:val="en-US"/>
              </w:rPr>
            </w:pPr>
            <w:r w:rsidRPr="00DE6C80">
              <w:rPr>
                <w:rFonts w:ascii="Verdana" w:hAnsi="Verdana"/>
                <w:sz w:val="20"/>
                <w:lang w:val="en-US"/>
              </w:rPr>
              <w:t>AH2</w:t>
            </w: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2B2A871" w14:textId="1C0A00B7" w:rsidR="004E49F6" w:rsidRPr="00DE6C80" w:rsidRDefault="00573FDA" w:rsidP="0014037D">
            <w:pPr>
              <w:rPr>
                <w:rFonts w:ascii="Verdana" w:hAnsi="Verdana"/>
                <w:sz w:val="20"/>
                <w:lang w:val="en-US"/>
              </w:rPr>
            </w:pPr>
            <w:r w:rsidRPr="00573FDA">
              <w:rPr>
                <w:rFonts w:ascii="Verdana" w:hAnsi="Verdana"/>
                <w:sz w:val="20"/>
              </w:rPr>
              <w:t xml:space="preserve">Assembly </w:t>
            </w:r>
            <w:proofErr w:type="spellStart"/>
            <w:r w:rsidRPr="00573FDA">
              <w:rPr>
                <w:rFonts w:ascii="Verdana" w:hAnsi="Verdana"/>
                <w:sz w:val="20"/>
              </w:rPr>
              <w:t>Specifications</w:t>
            </w:r>
            <w:proofErr w:type="spellEnd"/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756E3D3" w14:textId="77777777" w:rsidR="00573FDA" w:rsidRPr="00573FDA" w:rsidRDefault="00573FDA" w:rsidP="00573FDA">
            <w:pPr>
              <w:rPr>
                <w:rFonts w:ascii="Verdana" w:hAnsi="Verdana"/>
                <w:sz w:val="20"/>
                <w:lang w:val="en-US"/>
              </w:rPr>
            </w:pPr>
            <w:r w:rsidRPr="00573FDA">
              <w:rPr>
                <w:rFonts w:ascii="Verdana" w:hAnsi="Verdana"/>
                <w:sz w:val="20"/>
                <w:lang w:val="en-US"/>
              </w:rPr>
              <w:t>PRG_22-14 - HF-Basic</w:t>
            </w:r>
          </w:p>
          <w:p w14:paraId="0AF4CFFF" w14:textId="5B6F1E78" w:rsidR="004E49F6" w:rsidRPr="00573FDA" w:rsidRDefault="00573FDA" w:rsidP="00573FDA">
            <w:pPr>
              <w:rPr>
                <w:rFonts w:ascii="Verdana" w:hAnsi="Verdana"/>
                <w:sz w:val="20"/>
                <w:lang w:val="en-US"/>
              </w:rPr>
            </w:pPr>
            <w:r w:rsidRPr="00573FDA">
              <w:rPr>
                <w:rFonts w:ascii="Verdana" w:hAnsi="Verdana"/>
                <w:sz w:val="20"/>
                <w:lang w:val="en-US"/>
              </w:rPr>
              <w:t>Serial Assembly.pdf</w:t>
            </w: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6CDC0E0D" w14:textId="0C668520" w:rsidR="004E49F6" w:rsidRDefault="001635A1" w:rsidP="00637B55">
            <w:pPr>
              <w:jc w:val="center"/>
              <w:rPr>
                <w:rFonts w:ascii="Verdana" w:hAnsi="Verdana"/>
                <w:sz w:val="20"/>
              </w:rPr>
            </w:pPr>
            <w:r w:rsidRPr="00DE6C80">
              <w:rPr>
                <w:rFonts w:ascii="Verdana" w:hAnsi="Verdana"/>
                <w:sz w:val="20"/>
              </w:rPr>
              <w:t>1.0</w:t>
            </w:r>
          </w:p>
        </w:tc>
      </w:tr>
      <w:tr w:rsidR="00B4089B" w14:paraId="3D95CCA8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DF845CF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89B0A44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EE5941E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38700C54" w14:textId="77777777" w:rsidR="00B4089B" w:rsidRDefault="00B4089B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232FF991" w14:textId="77777777" w:rsidR="003A08DB" w:rsidRDefault="003A08DB" w:rsidP="003A08DB"/>
    <w:p w14:paraId="02860134" w14:textId="44606867" w:rsidR="003A08DB" w:rsidRDefault="003A08DB" w:rsidP="003A08DB"/>
    <w:p w14:paraId="41920126" w14:textId="1942DE75" w:rsidR="004E49F6" w:rsidRDefault="004E49F6" w:rsidP="003A08DB"/>
    <w:p w14:paraId="50739395" w14:textId="77777777" w:rsidR="00280629" w:rsidRDefault="00280629" w:rsidP="00280629">
      <w:pPr>
        <w:rPr>
          <w:rFonts w:ascii="Verdana" w:hAnsi="Verdana"/>
        </w:rPr>
      </w:pPr>
    </w:p>
    <w:p w14:paraId="7CF196EA" w14:textId="76B214E1" w:rsidR="00280629" w:rsidRPr="00892AB2" w:rsidRDefault="001649AF" w:rsidP="00280629">
      <w:pPr>
        <w:rPr>
          <w:rFonts w:ascii="Verdana" w:hAnsi="Verdana"/>
          <w:b/>
          <w:bCs/>
        </w:rPr>
      </w:pPr>
      <w:proofErr w:type="spellStart"/>
      <w:r>
        <w:rPr>
          <w:rFonts w:ascii="Verdana" w:hAnsi="Verdana"/>
          <w:b/>
          <w:bCs/>
        </w:rPr>
        <w:t>Other</w:t>
      </w:r>
      <w:proofErr w:type="spellEnd"/>
      <w:r>
        <w:rPr>
          <w:rFonts w:ascii="Verdana" w:hAnsi="Verdana"/>
          <w:b/>
          <w:bCs/>
        </w:rPr>
        <w:t xml:space="preserve"> product parts</w:t>
      </w:r>
      <w:r w:rsidR="001E3DDF">
        <w:rPr>
          <w:rFonts w:ascii="Verdana" w:hAnsi="Verdana"/>
          <w:b/>
          <w:bCs/>
        </w:rPr>
        <w:t xml:space="preserve"> </w:t>
      </w:r>
    </w:p>
    <w:p w14:paraId="5B377C67" w14:textId="77777777" w:rsidR="00280629" w:rsidRDefault="00280629" w:rsidP="00280629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DEEAF6" w:themeFill="accent5" w:themeFillTint="33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6"/>
        <w:gridCol w:w="5753"/>
        <w:gridCol w:w="2425"/>
        <w:gridCol w:w="976"/>
      </w:tblGrid>
      <w:tr w:rsidR="00280629" w14:paraId="09F46C44" w14:textId="77777777" w:rsidTr="00B407CD">
        <w:trPr>
          <w:tblHeader/>
        </w:trPr>
        <w:tc>
          <w:tcPr>
            <w:tcW w:w="626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AAC5CBF" w14:textId="484355C6" w:rsidR="00280629" w:rsidRDefault="00280629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</w:t>
            </w:r>
            <w:r w:rsidR="001E3DDF">
              <w:rPr>
                <w:rFonts w:ascii="Verdana" w:hAnsi="Verdana"/>
                <w:b/>
                <w:bCs/>
                <w:sz w:val="20"/>
              </w:rPr>
              <w:t>I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416F09B7" w14:textId="77777777" w:rsidR="00280629" w:rsidRDefault="00280629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2425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5BD494E9" w14:textId="77777777" w:rsidR="00280629" w:rsidRDefault="00280629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976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  <w:hideMark/>
          </w:tcPr>
          <w:p w14:paraId="056189E9" w14:textId="07D0B424" w:rsidR="00280629" w:rsidRDefault="00C6012C" w:rsidP="00043C9C">
            <w:pPr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280629" w14:paraId="23F24557" w14:textId="77777777" w:rsidTr="00B407CD">
        <w:tc>
          <w:tcPr>
            <w:tcW w:w="62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19525FEC" w14:textId="77777777" w:rsidR="00280629" w:rsidRDefault="00280629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575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8369BDB" w14:textId="77777777" w:rsidR="00280629" w:rsidRDefault="00280629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42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205E019" w14:textId="77777777" w:rsidR="00280629" w:rsidRDefault="00280629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2672FA1F" w14:textId="77777777" w:rsidR="00280629" w:rsidRDefault="00280629" w:rsidP="00043C9C">
            <w:pPr>
              <w:rPr>
                <w:rFonts w:ascii="Verdana" w:hAnsi="Verdana"/>
                <w:sz w:val="20"/>
              </w:rPr>
            </w:pPr>
          </w:p>
        </w:tc>
      </w:tr>
      <w:tr w:rsidR="00B407CD" w14:paraId="1879A44C" w14:textId="77777777" w:rsidTr="00B407CD">
        <w:tc>
          <w:tcPr>
            <w:tcW w:w="62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4799B749" w14:textId="0D6B7289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AI</w:t>
            </w:r>
            <w:r w:rsidR="00C157B0">
              <w:rPr>
                <w:rFonts w:ascii="Verdana" w:hAnsi="Verdana"/>
                <w:sz w:val="20"/>
                <w:lang w:val="en-US"/>
              </w:rPr>
              <w:t>1</w:t>
            </w:r>
          </w:p>
        </w:tc>
        <w:tc>
          <w:tcPr>
            <w:tcW w:w="575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6F193EC3" w14:textId="4E3CB945" w:rsidR="00B407CD" w:rsidRP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  <w:r w:rsidRPr="00B407CD">
              <w:rPr>
                <w:rFonts w:ascii="Verdana" w:hAnsi="Verdana"/>
                <w:sz w:val="20"/>
                <w:lang w:val="en-US"/>
              </w:rPr>
              <w:t>WR-FFC Flat Flexible Cable 686708050001</w:t>
            </w:r>
            <w:r>
              <w:rPr>
                <w:rFonts w:ascii="Verdana" w:hAnsi="Verdana"/>
                <w:sz w:val="20"/>
                <w:lang w:val="en-US"/>
              </w:rPr>
              <w:t xml:space="preserve"> </w:t>
            </w:r>
            <w:r w:rsidRPr="00B407CD">
              <w:rPr>
                <w:rFonts w:ascii="Verdana" w:hAnsi="Verdana"/>
                <w:sz w:val="20"/>
                <w:lang w:val="en-US"/>
              </w:rPr>
              <w:t>Data Sheet</w:t>
            </w:r>
          </w:p>
        </w:tc>
        <w:tc>
          <w:tcPr>
            <w:tcW w:w="242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689B77A" w14:textId="4C3B6B79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  <w:r w:rsidRPr="00B407CD">
              <w:rPr>
                <w:rFonts w:ascii="Verdana" w:hAnsi="Verdana"/>
                <w:sz w:val="20"/>
                <w:lang w:val="en-US"/>
              </w:rPr>
              <w:t>686708050001.pdf</w:t>
            </w:r>
          </w:p>
        </w:tc>
        <w:tc>
          <w:tcPr>
            <w:tcW w:w="9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5C5087E1" w14:textId="77777777" w:rsidR="00B407CD" w:rsidRPr="00B407CD" w:rsidRDefault="00B407CD" w:rsidP="00006CA8">
            <w:pPr>
              <w:rPr>
                <w:rFonts w:ascii="Verdana" w:hAnsi="Verdana"/>
                <w:sz w:val="20"/>
              </w:rPr>
            </w:pPr>
            <w:r w:rsidRPr="00B407CD">
              <w:rPr>
                <w:rFonts w:ascii="Verdana" w:hAnsi="Verdana"/>
                <w:sz w:val="20"/>
              </w:rPr>
              <w:t>001.002</w:t>
            </w:r>
          </w:p>
        </w:tc>
      </w:tr>
      <w:tr w:rsidR="00B407CD" w14:paraId="76AB8561" w14:textId="77777777" w:rsidTr="00B407CD">
        <w:tc>
          <w:tcPr>
            <w:tcW w:w="62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DA0BE1F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575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AAA5BD0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42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4912F61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70D35688" w14:textId="77777777" w:rsidR="00B407CD" w:rsidRDefault="00B407CD" w:rsidP="00006CA8">
            <w:pPr>
              <w:rPr>
                <w:rFonts w:ascii="Verdana" w:hAnsi="Verdana"/>
                <w:sz w:val="20"/>
              </w:rPr>
            </w:pPr>
          </w:p>
        </w:tc>
      </w:tr>
      <w:tr w:rsidR="00B407CD" w14:paraId="699AF6BE" w14:textId="77777777" w:rsidTr="00B407CD">
        <w:tc>
          <w:tcPr>
            <w:tcW w:w="62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D28E2AF" w14:textId="4FC1AFF0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AI</w:t>
            </w:r>
            <w:r w:rsidR="00C157B0">
              <w:rPr>
                <w:rFonts w:ascii="Verdana" w:hAnsi="Verdana"/>
                <w:sz w:val="20"/>
                <w:lang w:val="en-US"/>
              </w:rPr>
              <w:t>2</w:t>
            </w:r>
          </w:p>
        </w:tc>
        <w:tc>
          <w:tcPr>
            <w:tcW w:w="575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148D2493" w14:textId="290507C3" w:rsidR="00B407CD" w:rsidRP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  <w:r w:rsidRPr="00B407CD">
              <w:rPr>
                <w:rFonts w:ascii="Verdana" w:hAnsi="Verdana"/>
                <w:sz w:val="20"/>
                <w:lang w:val="en-US"/>
              </w:rPr>
              <w:t xml:space="preserve">WR-FFC Flat Flexible Cable </w:t>
            </w:r>
            <w:r w:rsidR="00DD3588" w:rsidRPr="0070408E">
              <w:rPr>
                <w:rFonts w:ascii="Verdana" w:hAnsi="Verdana"/>
                <w:sz w:val="20"/>
                <w:lang w:val="en-US"/>
              </w:rPr>
              <w:t>686706050001</w:t>
            </w:r>
            <w:r w:rsidRPr="00B407CD">
              <w:rPr>
                <w:rFonts w:ascii="Verdana" w:hAnsi="Verdana"/>
                <w:sz w:val="20"/>
                <w:lang w:val="en-US"/>
              </w:rPr>
              <w:t>Data Sheet</w:t>
            </w:r>
          </w:p>
        </w:tc>
        <w:tc>
          <w:tcPr>
            <w:tcW w:w="242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5C0DC72" w14:textId="05F95C8A" w:rsidR="00B407CD" w:rsidRDefault="00DD3588" w:rsidP="00006CA8">
            <w:pPr>
              <w:rPr>
                <w:rFonts w:ascii="Verdana" w:hAnsi="Verdana"/>
                <w:sz w:val="20"/>
                <w:lang w:val="en-US"/>
              </w:rPr>
            </w:pPr>
            <w:r w:rsidRPr="00DD3588">
              <w:rPr>
                <w:rFonts w:ascii="Verdana" w:hAnsi="Verdana"/>
                <w:sz w:val="20"/>
              </w:rPr>
              <w:t>686706050001</w:t>
            </w:r>
            <w:r w:rsidR="00B407CD" w:rsidRPr="00B407CD">
              <w:rPr>
                <w:rFonts w:ascii="Verdana" w:hAnsi="Verdana"/>
                <w:sz w:val="20"/>
                <w:lang w:val="en-US"/>
              </w:rPr>
              <w:t>.pdf</w:t>
            </w:r>
          </w:p>
        </w:tc>
        <w:tc>
          <w:tcPr>
            <w:tcW w:w="9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52D5A800" w14:textId="77777777" w:rsidR="00B407CD" w:rsidRPr="00B407CD" w:rsidRDefault="00B407CD" w:rsidP="00006CA8">
            <w:pPr>
              <w:rPr>
                <w:rFonts w:ascii="Verdana" w:hAnsi="Verdana"/>
                <w:sz w:val="20"/>
              </w:rPr>
            </w:pPr>
            <w:r w:rsidRPr="00B407CD">
              <w:rPr>
                <w:rFonts w:ascii="Verdana" w:hAnsi="Verdana"/>
                <w:sz w:val="20"/>
              </w:rPr>
              <w:t>001.002</w:t>
            </w:r>
          </w:p>
        </w:tc>
      </w:tr>
      <w:tr w:rsidR="00B407CD" w14:paraId="5E30B7D0" w14:textId="77777777" w:rsidTr="00B407CD">
        <w:tc>
          <w:tcPr>
            <w:tcW w:w="62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8F8C2B1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575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A52012D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42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704055F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304EE840" w14:textId="77777777" w:rsidR="00B407CD" w:rsidRDefault="00B407CD" w:rsidP="00006CA8">
            <w:pPr>
              <w:rPr>
                <w:rFonts w:ascii="Verdana" w:hAnsi="Verdana"/>
                <w:sz w:val="20"/>
              </w:rPr>
            </w:pPr>
          </w:p>
        </w:tc>
      </w:tr>
    </w:tbl>
    <w:p w14:paraId="38E28D41" w14:textId="6651C8BC" w:rsidR="007E7BDF" w:rsidRDefault="007E7BDF" w:rsidP="003A08DB"/>
    <w:p w14:paraId="1F2DFC1D" w14:textId="77777777" w:rsidR="00AB04E0" w:rsidRDefault="00AB04E0" w:rsidP="003A08DB"/>
    <w:p w14:paraId="2C88A8FB" w14:textId="52A0FBEA" w:rsidR="007E7BDF" w:rsidRPr="00892AB2" w:rsidRDefault="002B3A6D" w:rsidP="007E7BDF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RED </w:t>
      </w:r>
      <w:proofErr w:type="spellStart"/>
      <w:r>
        <w:rPr>
          <w:rFonts w:ascii="Verdana" w:hAnsi="Verdana"/>
          <w:b/>
          <w:bCs/>
        </w:rPr>
        <w:t>certification</w:t>
      </w:r>
      <w:proofErr w:type="spellEnd"/>
      <w:r>
        <w:rPr>
          <w:rFonts w:ascii="Verdana" w:hAnsi="Verdana"/>
          <w:b/>
          <w:bCs/>
        </w:rPr>
        <w:t xml:space="preserve"> </w:t>
      </w:r>
      <w:proofErr w:type="spellStart"/>
      <w:r>
        <w:rPr>
          <w:rFonts w:ascii="Verdana" w:hAnsi="Verdana"/>
          <w:b/>
          <w:bCs/>
        </w:rPr>
        <w:t>documents</w:t>
      </w:r>
      <w:proofErr w:type="spellEnd"/>
      <w:r w:rsidR="004E49F6">
        <w:rPr>
          <w:rFonts w:ascii="Verdana" w:hAnsi="Verdana"/>
          <w:b/>
          <w:bCs/>
        </w:rPr>
        <w:t xml:space="preserve"> (</w:t>
      </w:r>
      <w:proofErr w:type="spellStart"/>
      <w:r>
        <w:rPr>
          <w:rFonts w:ascii="Verdana" w:hAnsi="Verdana"/>
          <w:b/>
          <w:bCs/>
        </w:rPr>
        <w:t>ongoing</w:t>
      </w:r>
      <w:proofErr w:type="spellEnd"/>
      <w:r w:rsidR="004E49F6">
        <w:rPr>
          <w:rFonts w:ascii="Verdana" w:hAnsi="Verdana"/>
          <w:b/>
          <w:bCs/>
        </w:rPr>
        <w:t>)</w:t>
      </w:r>
    </w:p>
    <w:p w14:paraId="11C78279" w14:textId="77777777" w:rsidR="007E7BDF" w:rsidRDefault="007E7BDF" w:rsidP="007E7BDF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4"/>
        <w:gridCol w:w="4379"/>
        <w:gridCol w:w="3956"/>
        <w:gridCol w:w="801"/>
      </w:tblGrid>
      <w:tr w:rsidR="007E7BDF" w14:paraId="32C8FB42" w14:textId="77777777" w:rsidTr="00AA1F2A">
        <w:trPr>
          <w:tblHeader/>
        </w:trPr>
        <w:tc>
          <w:tcPr>
            <w:tcW w:w="646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DE514E7" w14:textId="6A04D8E5" w:rsidR="007E7BDF" w:rsidRDefault="007E7BDF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lastRenderedPageBreak/>
              <w:t>A</w:t>
            </w:r>
            <w:r w:rsidR="001E3DDF">
              <w:rPr>
                <w:rFonts w:ascii="Verdana" w:hAnsi="Verdana"/>
                <w:b/>
                <w:bCs/>
                <w:sz w:val="20"/>
              </w:rPr>
              <w:t>L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  <w:hideMark/>
          </w:tcPr>
          <w:p w14:paraId="485FBD8E" w14:textId="77777777" w:rsidR="007E7BDF" w:rsidRDefault="007E7BDF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4005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  <w:hideMark/>
          </w:tcPr>
          <w:p w14:paraId="1BF7D00C" w14:textId="77777777" w:rsidR="007E7BDF" w:rsidRDefault="007E7BDF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708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  <w:hideMark/>
          </w:tcPr>
          <w:p w14:paraId="0CF51F93" w14:textId="21F53D0E" w:rsidR="007E7BDF" w:rsidRDefault="00C6012C" w:rsidP="00043C9C">
            <w:pPr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7E7BDF" w14:paraId="45D31494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635BD6EF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5551855C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337601E6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5133A879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</w:tr>
      <w:tr w:rsidR="007E7BDF" w14:paraId="32A2D3E8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4DC95DD0" w14:textId="7E8AE531" w:rsidR="007E7BDF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AL1</w:t>
            </w: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4120CB8E" w14:textId="1897D96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22DDC02" w14:textId="04ED245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545DEEE6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</w:tr>
      <w:tr w:rsidR="007E7BDF" w14:paraId="2EDB3EC2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BA849C4" w14:textId="7777777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222BFEA" w14:textId="7777777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3A295A6F" w14:textId="7777777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5F7F39DA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</w:tr>
      <w:tr w:rsidR="00E034D6" w14:paraId="346D5BEA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0BAB39F5" w14:textId="73ABCB74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AL2 </w:t>
            </w: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42DB17B0" w14:textId="72972139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6A2890CE" w14:textId="147BF5F3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31480ED2" w14:textId="77777777" w:rsidR="00E034D6" w:rsidRDefault="00E034D6" w:rsidP="00043C9C">
            <w:pPr>
              <w:rPr>
                <w:rFonts w:ascii="Verdana" w:hAnsi="Verdana"/>
                <w:sz w:val="20"/>
              </w:rPr>
            </w:pPr>
          </w:p>
        </w:tc>
      </w:tr>
      <w:tr w:rsidR="00E034D6" w14:paraId="612FA034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9E9AEE4" w14:textId="77777777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14E747C8" w14:textId="77777777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07B98D51" w14:textId="77777777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746EFEBD" w14:textId="77777777" w:rsidR="00E034D6" w:rsidRDefault="00E034D6" w:rsidP="00043C9C">
            <w:pPr>
              <w:rPr>
                <w:rFonts w:ascii="Verdana" w:hAnsi="Verdana"/>
                <w:sz w:val="20"/>
              </w:rPr>
            </w:pPr>
          </w:p>
        </w:tc>
      </w:tr>
    </w:tbl>
    <w:p w14:paraId="13CB45CE" w14:textId="77777777" w:rsidR="007E5E96" w:rsidRDefault="007E5E96" w:rsidP="003A08DB"/>
    <w:p w14:paraId="7841AE06" w14:textId="77777777" w:rsidR="00E419BA" w:rsidRDefault="00E419BA" w:rsidP="003A08DB"/>
    <w:p w14:paraId="0ABE133F" w14:textId="77777777" w:rsidR="00E419BA" w:rsidRDefault="00E419BA" w:rsidP="003A08DB"/>
    <w:p w14:paraId="69458D31" w14:textId="3B586F5B" w:rsidR="001E3DDF" w:rsidRPr="00892AB2" w:rsidRDefault="001E3DDF" w:rsidP="001E3DDF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FCC</w:t>
      </w:r>
      <w:r w:rsidR="004E49F6">
        <w:rPr>
          <w:rFonts w:ascii="Verdana" w:hAnsi="Verdana"/>
          <w:b/>
          <w:bCs/>
        </w:rPr>
        <w:t xml:space="preserve"> </w:t>
      </w:r>
      <w:proofErr w:type="spellStart"/>
      <w:r w:rsidR="002B3A6D">
        <w:rPr>
          <w:rFonts w:ascii="Verdana" w:hAnsi="Verdana"/>
          <w:b/>
          <w:bCs/>
        </w:rPr>
        <w:t>certification</w:t>
      </w:r>
      <w:proofErr w:type="spellEnd"/>
      <w:r w:rsidR="002B3A6D">
        <w:rPr>
          <w:rFonts w:ascii="Verdana" w:hAnsi="Verdana"/>
          <w:b/>
          <w:bCs/>
        </w:rPr>
        <w:t xml:space="preserve"> </w:t>
      </w:r>
      <w:proofErr w:type="spellStart"/>
      <w:r w:rsidR="002B3A6D">
        <w:rPr>
          <w:rFonts w:ascii="Verdana" w:hAnsi="Verdana"/>
          <w:b/>
          <w:bCs/>
        </w:rPr>
        <w:t>documents</w:t>
      </w:r>
      <w:proofErr w:type="spellEnd"/>
      <w:r w:rsidR="002B3A6D">
        <w:rPr>
          <w:rFonts w:ascii="Verdana" w:hAnsi="Verdana"/>
          <w:b/>
          <w:bCs/>
        </w:rPr>
        <w:t xml:space="preserve"> </w:t>
      </w:r>
      <w:r w:rsidR="004E49F6">
        <w:rPr>
          <w:rFonts w:ascii="Verdana" w:hAnsi="Verdana"/>
          <w:b/>
          <w:bCs/>
        </w:rPr>
        <w:t>(</w:t>
      </w:r>
      <w:proofErr w:type="spellStart"/>
      <w:r w:rsidR="002B3A6D">
        <w:rPr>
          <w:rFonts w:ascii="Verdana" w:hAnsi="Verdana"/>
          <w:b/>
          <w:bCs/>
        </w:rPr>
        <w:t>ongoing</w:t>
      </w:r>
      <w:proofErr w:type="spellEnd"/>
      <w:r w:rsidR="004E49F6">
        <w:rPr>
          <w:rFonts w:ascii="Verdana" w:hAnsi="Verdana"/>
          <w:b/>
          <w:bCs/>
        </w:rPr>
        <w:t>)</w:t>
      </w:r>
    </w:p>
    <w:p w14:paraId="2C467EB9" w14:textId="77777777" w:rsidR="001E3DDF" w:rsidRDefault="001E3DDF" w:rsidP="001E3DDF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4"/>
        <w:gridCol w:w="4379"/>
        <w:gridCol w:w="3956"/>
        <w:gridCol w:w="801"/>
      </w:tblGrid>
      <w:tr w:rsidR="001E3DDF" w14:paraId="7B6329C1" w14:textId="77777777" w:rsidTr="00AA1F2A">
        <w:trPr>
          <w:tblHeader/>
        </w:trPr>
        <w:tc>
          <w:tcPr>
            <w:tcW w:w="644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7784498" w14:textId="3C281C03" w:rsidR="001E3DDF" w:rsidRDefault="001E3DDF" w:rsidP="0014037D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AM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  <w:hideMark/>
          </w:tcPr>
          <w:p w14:paraId="4BEC3656" w14:textId="77777777" w:rsidR="001E3DDF" w:rsidRDefault="001E3DDF" w:rsidP="0014037D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3956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  <w:hideMark/>
          </w:tcPr>
          <w:p w14:paraId="3FED6725" w14:textId="77777777" w:rsidR="001E3DDF" w:rsidRDefault="001E3DDF" w:rsidP="0014037D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801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  <w:hideMark/>
          </w:tcPr>
          <w:p w14:paraId="119AD17C" w14:textId="60BBB4CE" w:rsidR="001E3DDF" w:rsidRDefault="00C6012C" w:rsidP="0014037D">
            <w:pPr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1E3DDF" w14:paraId="772C31F3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645DBA8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61089053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095A742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283E400E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</w:tr>
      <w:tr w:rsidR="001E3DDF" w14:paraId="35247ABA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5852173" w14:textId="3858305C" w:rsidR="001E3DDF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AM1</w:t>
            </w: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0F612175" w14:textId="138D53C4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1C4D2F8B" w14:textId="4AB4C243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58259726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</w:tr>
      <w:tr w:rsidR="001E3DDF" w14:paraId="3FA432AF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5384F6F4" w14:textId="77777777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F02D020" w14:textId="77777777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19F71B2B" w14:textId="77777777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37D9F54C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</w:tr>
      <w:tr w:rsidR="00E034D6" w14:paraId="33930F08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0EE84FB" w14:textId="361E96D4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AM2</w:t>
            </w: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970463B" w14:textId="5871F630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63433659" w14:textId="2FD34E5C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2488EA59" w14:textId="77777777" w:rsidR="00E034D6" w:rsidRDefault="00E034D6" w:rsidP="0014037D">
            <w:pPr>
              <w:rPr>
                <w:rFonts w:ascii="Verdana" w:hAnsi="Verdana"/>
                <w:sz w:val="20"/>
              </w:rPr>
            </w:pPr>
          </w:p>
        </w:tc>
      </w:tr>
      <w:tr w:rsidR="00E034D6" w14:paraId="26013911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5809249E" w14:textId="77777777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1CEA619" w14:textId="77777777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1FC71215" w14:textId="77777777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330D72FE" w14:textId="77777777" w:rsidR="00E034D6" w:rsidRDefault="00E034D6" w:rsidP="0014037D">
            <w:pPr>
              <w:rPr>
                <w:rFonts w:ascii="Verdana" w:hAnsi="Verdana"/>
                <w:sz w:val="20"/>
              </w:rPr>
            </w:pPr>
          </w:p>
        </w:tc>
      </w:tr>
      <w:bookmarkEnd w:id="0"/>
    </w:tbl>
    <w:p w14:paraId="165D6092" w14:textId="77777777" w:rsidR="00D24A97" w:rsidRDefault="00D24A97" w:rsidP="00D24A97"/>
    <w:p w14:paraId="3790E0DC" w14:textId="77777777" w:rsidR="00D24A97" w:rsidRDefault="00D24A97" w:rsidP="00D24A97"/>
    <w:p w14:paraId="60630365" w14:textId="16D71521" w:rsidR="002B3A6D" w:rsidRPr="00892AB2" w:rsidRDefault="002B3A6D" w:rsidP="002B3A6D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UL </w:t>
      </w:r>
      <w:proofErr w:type="spellStart"/>
      <w:r>
        <w:rPr>
          <w:rFonts w:ascii="Verdana" w:hAnsi="Verdana"/>
          <w:b/>
          <w:bCs/>
        </w:rPr>
        <w:t>certification</w:t>
      </w:r>
      <w:proofErr w:type="spellEnd"/>
      <w:r>
        <w:rPr>
          <w:rFonts w:ascii="Verdana" w:hAnsi="Verdana"/>
          <w:b/>
          <w:bCs/>
        </w:rPr>
        <w:t xml:space="preserve"> </w:t>
      </w:r>
      <w:proofErr w:type="spellStart"/>
      <w:r>
        <w:rPr>
          <w:rFonts w:ascii="Verdana" w:hAnsi="Verdana"/>
          <w:b/>
          <w:bCs/>
        </w:rPr>
        <w:t>documents</w:t>
      </w:r>
      <w:proofErr w:type="spellEnd"/>
      <w:r>
        <w:rPr>
          <w:rFonts w:ascii="Verdana" w:hAnsi="Verdana"/>
          <w:b/>
          <w:bCs/>
        </w:rPr>
        <w:t xml:space="preserve"> (</w:t>
      </w:r>
      <w:proofErr w:type="spellStart"/>
      <w:r>
        <w:rPr>
          <w:rFonts w:ascii="Verdana" w:hAnsi="Verdana"/>
          <w:b/>
          <w:bCs/>
        </w:rPr>
        <w:t>ongoing</w:t>
      </w:r>
      <w:proofErr w:type="spellEnd"/>
      <w:r>
        <w:rPr>
          <w:rFonts w:ascii="Verdana" w:hAnsi="Verdana"/>
          <w:b/>
          <w:bCs/>
        </w:rPr>
        <w:t>)</w:t>
      </w:r>
    </w:p>
    <w:p w14:paraId="324A3AB3" w14:textId="66795C33" w:rsidR="00D24A97" w:rsidRDefault="00D24A97" w:rsidP="00D24A97"/>
    <w:tbl>
      <w:tblPr>
        <w:tblW w:w="9780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6"/>
        <w:gridCol w:w="4059"/>
        <w:gridCol w:w="4354"/>
        <w:gridCol w:w="801"/>
      </w:tblGrid>
      <w:tr w:rsidR="00D24A97" w:rsidRPr="00064115" w14:paraId="5DCC6066" w14:textId="77777777" w:rsidTr="00AA1F2A">
        <w:trPr>
          <w:tblHeader/>
        </w:trPr>
        <w:tc>
          <w:tcPr>
            <w:tcW w:w="566" w:type="dxa"/>
            <w:shd w:val="clear" w:color="auto" w:fill="F2F2F2" w:themeFill="background1" w:themeFillShade="F2"/>
          </w:tcPr>
          <w:p w14:paraId="6C1B9AE6" w14:textId="77777777" w:rsidR="00D24A97" w:rsidRPr="00064115" w:rsidRDefault="00D24A97" w:rsidP="00FD1266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AD</w:t>
            </w:r>
          </w:p>
        </w:tc>
        <w:tc>
          <w:tcPr>
            <w:tcW w:w="4059" w:type="dxa"/>
            <w:shd w:val="clear" w:color="auto" w:fill="F2F2F2" w:themeFill="background1" w:themeFillShade="F2"/>
          </w:tcPr>
          <w:p w14:paraId="7A124FFA" w14:textId="77777777" w:rsidR="00D24A97" w:rsidRPr="00064115" w:rsidRDefault="00D24A97" w:rsidP="00FD1266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Descrizione documento</w:t>
            </w:r>
          </w:p>
        </w:tc>
        <w:tc>
          <w:tcPr>
            <w:tcW w:w="4354" w:type="dxa"/>
            <w:shd w:val="clear" w:color="auto" w:fill="F2F2F2" w:themeFill="background1" w:themeFillShade="F2"/>
          </w:tcPr>
          <w:p w14:paraId="2B9335B7" w14:textId="77777777" w:rsidR="00D24A97" w:rsidRPr="00064115" w:rsidRDefault="00D24A97" w:rsidP="00FD1266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File</w:t>
            </w:r>
          </w:p>
        </w:tc>
        <w:tc>
          <w:tcPr>
            <w:tcW w:w="801" w:type="dxa"/>
            <w:shd w:val="clear" w:color="auto" w:fill="F2F2F2" w:themeFill="background1" w:themeFillShade="F2"/>
          </w:tcPr>
          <w:p w14:paraId="498065C0" w14:textId="3811078C" w:rsidR="00D24A97" w:rsidRPr="00064115" w:rsidRDefault="00C6012C" w:rsidP="00FD1266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D24A97" w14:paraId="089C9A10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049B073E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59" w:type="dxa"/>
            <w:shd w:val="clear" w:color="auto" w:fill="F2F2F2" w:themeFill="background1" w:themeFillShade="F2"/>
          </w:tcPr>
          <w:p w14:paraId="4A71955D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027BE156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65805DD5" w14:textId="77777777" w:rsidR="00D24A97" w:rsidRDefault="00D24A97" w:rsidP="00FD1266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24A97" w:rsidRPr="00064115" w14:paraId="2F5C0413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7ACF0E95" w14:textId="77777777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</w:rPr>
            </w:pPr>
            <w:r w:rsidRPr="00064115">
              <w:rPr>
                <w:rFonts w:ascii="Verdana" w:hAnsi="Verdana"/>
                <w:color w:val="auto"/>
                <w:sz w:val="20"/>
              </w:rPr>
              <w:t>AD1</w:t>
            </w:r>
          </w:p>
        </w:tc>
        <w:tc>
          <w:tcPr>
            <w:tcW w:w="4059" w:type="dxa"/>
            <w:shd w:val="clear" w:color="auto" w:fill="F2F2F2" w:themeFill="background1" w:themeFillShade="F2"/>
          </w:tcPr>
          <w:p w14:paraId="746F61DD" w14:textId="10DB929B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700A3F50" w14:textId="7271BFE4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542BCCC8" w14:textId="54524018" w:rsidR="00D24A97" w:rsidRPr="00064115" w:rsidRDefault="00D24A97" w:rsidP="00FD1266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D24A97" w14:paraId="7340B386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78152A8F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59" w:type="dxa"/>
            <w:shd w:val="clear" w:color="auto" w:fill="F2F2F2" w:themeFill="background1" w:themeFillShade="F2"/>
          </w:tcPr>
          <w:p w14:paraId="5F0EB219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51D3568D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33AC4786" w14:textId="77777777" w:rsidR="00D24A97" w:rsidRDefault="00D24A97" w:rsidP="00FD1266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24A97" w:rsidRPr="00064115" w14:paraId="5C8F1906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1433FF56" w14:textId="77777777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</w:rPr>
            </w:pPr>
            <w:r w:rsidRPr="00064115">
              <w:rPr>
                <w:rFonts w:ascii="Verdana" w:hAnsi="Verdana"/>
                <w:color w:val="auto"/>
                <w:sz w:val="20"/>
              </w:rPr>
              <w:t>AD</w:t>
            </w:r>
            <w:r>
              <w:rPr>
                <w:rFonts w:ascii="Verdana" w:hAnsi="Verdana"/>
                <w:color w:val="auto"/>
                <w:sz w:val="20"/>
              </w:rPr>
              <w:t>2</w:t>
            </w:r>
          </w:p>
        </w:tc>
        <w:tc>
          <w:tcPr>
            <w:tcW w:w="4059" w:type="dxa"/>
            <w:shd w:val="clear" w:color="auto" w:fill="F2F2F2" w:themeFill="background1" w:themeFillShade="F2"/>
          </w:tcPr>
          <w:p w14:paraId="29D75033" w14:textId="6B345E1F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442C72B8" w14:textId="10D2347D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7839CD8A" w14:textId="5293F2B0" w:rsidR="00D24A97" w:rsidRPr="00064115" w:rsidRDefault="00D24A97" w:rsidP="00FD1266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D24A97" w14:paraId="197E5039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78BFD89D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59" w:type="dxa"/>
            <w:shd w:val="clear" w:color="auto" w:fill="F2F2F2" w:themeFill="background1" w:themeFillShade="F2"/>
          </w:tcPr>
          <w:p w14:paraId="72E5EC47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79A659B3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7DCC163E" w14:textId="77777777" w:rsidR="00D24A97" w:rsidRDefault="00D24A97" w:rsidP="00FD1266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675968F0" w14:textId="77777777" w:rsidR="00D24A97" w:rsidRPr="00D24A97" w:rsidRDefault="00D24A97" w:rsidP="00D24A97"/>
    <w:sectPr w:rsidR="00D24A97" w:rsidRPr="00D24A97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7E1B9" w14:textId="77777777" w:rsidR="00ED3F98" w:rsidRDefault="00ED3F98" w:rsidP="003C24E1">
      <w:r>
        <w:separator/>
      </w:r>
    </w:p>
  </w:endnote>
  <w:endnote w:type="continuationSeparator" w:id="0">
    <w:p w14:paraId="5D6934A4" w14:textId="77777777" w:rsidR="00ED3F98" w:rsidRDefault="00ED3F98" w:rsidP="003C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5000" w:type="pct"/>
      <w:jc w:val="center"/>
      <w:tblBorders>
        <w:top w:val="single" w:sz="4" w:space="0" w:color="BE0036"/>
        <w:left w:val="single" w:sz="4" w:space="0" w:color="BE0036"/>
        <w:bottom w:val="single" w:sz="4" w:space="0" w:color="BE0036"/>
        <w:right w:val="single" w:sz="4" w:space="0" w:color="BE0036"/>
        <w:insideH w:val="single" w:sz="4" w:space="0" w:color="BE0036"/>
        <w:insideV w:val="single" w:sz="4" w:space="0" w:color="BE0036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4C678F" w14:paraId="2BB367FE" w14:textId="77777777" w:rsidTr="003A08DB">
      <w:trPr>
        <w:jc w:val="center"/>
      </w:trPr>
      <w:tc>
        <w:tcPr>
          <w:tcW w:w="1666" w:type="pct"/>
          <w:vAlign w:val="center"/>
        </w:tcPr>
        <w:p w14:paraId="47387E55" w14:textId="2C9FA12A" w:rsidR="004C678F" w:rsidRDefault="00674DDC" w:rsidP="003A08DB">
          <w:pPr>
            <w:spacing w:before="120" w:after="120"/>
          </w:pPr>
          <w:r>
            <w:t>PRG_2</w:t>
          </w:r>
          <w:r w:rsidR="005200FD">
            <w:t>2</w:t>
          </w:r>
          <w:r>
            <w:t>-</w:t>
          </w:r>
          <w:r w:rsidR="005200FD">
            <w:t>14</w:t>
          </w:r>
        </w:p>
      </w:tc>
      <w:tc>
        <w:tcPr>
          <w:tcW w:w="1666" w:type="pct"/>
          <w:vAlign w:val="center"/>
        </w:tcPr>
        <w:p w14:paraId="5D5369FB" w14:textId="074B8088" w:rsidR="004C678F" w:rsidRDefault="00674DDC" w:rsidP="003A08DB">
          <w:pPr>
            <w:spacing w:before="120" w:after="120"/>
            <w:jc w:val="center"/>
          </w:pPr>
          <w:r>
            <w:t>USO INTERNO</w:t>
          </w:r>
        </w:p>
      </w:tc>
      <w:tc>
        <w:tcPr>
          <w:tcW w:w="1667" w:type="pct"/>
          <w:vAlign w:val="center"/>
        </w:tcPr>
        <w:p w14:paraId="6415999F" w14:textId="77777777" w:rsidR="004C678F" w:rsidRDefault="004C678F" w:rsidP="003A08DB">
          <w:pPr>
            <w:spacing w:before="120" w:after="120"/>
            <w:jc w:val="right"/>
          </w:pPr>
          <w:r>
            <w:t xml:space="preserve">Pag.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</w:t>
          </w:r>
          <w:r w:rsidR="00C64AC8">
            <w:t>/</w:t>
          </w:r>
          <w:r>
            <w:t xml:space="preserve">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</w:tbl>
  <w:p w14:paraId="1CA93F16" w14:textId="77777777" w:rsidR="004374A9" w:rsidRDefault="004374A9" w:rsidP="003A08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F3366" w14:textId="77777777" w:rsidR="00ED3F98" w:rsidRDefault="00ED3F98" w:rsidP="003C24E1">
      <w:r>
        <w:separator/>
      </w:r>
    </w:p>
  </w:footnote>
  <w:footnote w:type="continuationSeparator" w:id="0">
    <w:p w14:paraId="5E1816FA" w14:textId="77777777" w:rsidR="00ED3F98" w:rsidRDefault="00ED3F98" w:rsidP="003C2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5000" w:type="pct"/>
      <w:jc w:val="center"/>
      <w:tblBorders>
        <w:top w:val="single" w:sz="4" w:space="0" w:color="BE0036"/>
        <w:left w:val="single" w:sz="4" w:space="0" w:color="BE0036"/>
        <w:bottom w:val="single" w:sz="4" w:space="0" w:color="BE0036"/>
        <w:right w:val="single" w:sz="4" w:space="0" w:color="BE0036"/>
        <w:insideH w:val="single" w:sz="4" w:space="0" w:color="BE0036"/>
        <w:insideV w:val="single" w:sz="4" w:space="0" w:color="BE0036"/>
      </w:tblBorders>
      <w:tblLook w:val="04A0" w:firstRow="1" w:lastRow="0" w:firstColumn="1" w:lastColumn="0" w:noHBand="0" w:noVBand="1"/>
    </w:tblPr>
    <w:tblGrid>
      <w:gridCol w:w="2407"/>
      <w:gridCol w:w="2690"/>
      <w:gridCol w:w="2124"/>
      <w:gridCol w:w="2407"/>
    </w:tblGrid>
    <w:tr w:rsidR="00EB3D17" w14:paraId="571B7E8B" w14:textId="77777777" w:rsidTr="004A4860">
      <w:trPr>
        <w:jc w:val="center"/>
      </w:trPr>
      <w:tc>
        <w:tcPr>
          <w:tcW w:w="1250" w:type="pct"/>
          <w:vAlign w:val="center"/>
        </w:tcPr>
        <w:p w14:paraId="1F9619A1" w14:textId="2060AD86" w:rsidR="000758A9" w:rsidRPr="005259FB" w:rsidRDefault="00C748AC" w:rsidP="005259FB">
          <w:pPr>
            <w:spacing w:before="120" w:after="120"/>
            <w:rPr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35F8E9B0" wp14:editId="6C9EBD7E">
                <wp:extent cx="1350000" cy="360000"/>
                <wp:effectExtent l="0" t="0" r="3175" b="254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00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97" w:type="pct"/>
          <w:vAlign w:val="center"/>
        </w:tcPr>
        <w:p w14:paraId="5C61FB8B" w14:textId="77777777" w:rsidR="00EB3D17" w:rsidRPr="003A391E" w:rsidRDefault="00EB3D17" w:rsidP="005259FB">
          <w:pPr>
            <w:spacing w:before="120" w:after="120"/>
            <w:rPr>
              <w:sz w:val="18"/>
              <w:szCs w:val="18"/>
            </w:rPr>
          </w:pPr>
          <w:r w:rsidRPr="003A391E">
            <w:rPr>
              <w:sz w:val="18"/>
              <w:szCs w:val="18"/>
            </w:rPr>
            <w:t>DOCUMENTO:</w:t>
          </w:r>
        </w:p>
        <w:p w14:paraId="35FBFD55" w14:textId="188219B1" w:rsidR="000758A9" w:rsidRPr="00454105" w:rsidRDefault="00A81B61" w:rsidP="005259FB">
          <w:pPr>
            <w:spacing w:before="120" w:after="120"/>
            <w:rPr>
              <w:b/>
              <w:bCs/>
              <w:sz w:val="18"/>
              <w:szCs w:val="18"/>
              <w:lang w:val="en-US"/>
            </w:rPr>
          </w:pPr>
          <w:r>
            <w:rPr>
              <w:b/>
              <w:bCs/>
              <w:sz w:val="18"/>
              <w:szCs w:val="18"/>
              <w:lang w:val="en-US"/>
            </w:rPr>
            <w:fldChar w:fldCharType="begin"/>
          </w:r>
          <w:r w:rsidRPr="00454105">
            <w:rPr>
              <w:b/>
              <w:bCs/>
              <w:sz w:val="18"/>
              <w:szCs w:val="18"/>
              <w:lang w:val="en-US"/>
            </w:rPr>
            <w:instrText xml:space="preserve"> FILENAME \* MERGEFORMAT </w:instrText>
          </w:r>
          <w:r>
            <w:rPr>
              <w:b/>
              <w:bCs/>
              <w:sz w:val="18"/>
              <w:szCs w:val="18"/>
              <w:lang w:val="en-US"/>
            </w:rPr>
            <w:fldChar w:fldCharType="separate"/>
          </w:r>
          <w:r w:rsidR="00454105" w:rsidRPr="00454105">
            <w:rPr>
              <w:b/>
              <w:bCs/>
              <w:noProof/>
              <w:sz w:val="18"/>
              <w:szCs w:val="18"/>
              <w:lang w:val="en-US"/>
            </w:rPr>
            <w:t>AB - Leuze_HF_Basic - Index TCF_03.docx</w:t>
          </w:r>
          <w:r>
            <w:rPr>
              <w:b/>
              <w:bCs/>
              <w:sz w:val="18"/>
              <w:szCs w:val="18"/>
              <w:lang w:val="en-US"/>
            </w:rPr>
            <w:fldChar w:fldCharType="end"/>
          </w:r>
        </w:p>
      </w:tc>
      <w:tc>
        <w:tcPr>
          <w:tcW w:w="1103" w:type="pct"/>
          <w:vAlign w:val="center"/>
        </w:tcPr>
        <w:p w14:paraId="1F3266B2" w14:textId="77777777" w:rsidR="004374A9" w:rsidRPr="005259FB" w:rsidRDefault="00EB3D17" w:rsidP="005259FB">
          <w:pPr>
            <w:spacing w:before="120" w:after="120"/>
            <w:rPr>
              <w:sz w:val="18"/>
              <w:szCs w:val="18"/>
            </w:rPr>
          </w:pPr>
          <w:r w:rsidRPr="005259FB">
            <w:rPr>
              <w:sz w:val="18"/>
              <w:szCs w:val="18"/>
            </w:rPr>
            <w:t>DATA</w:t>
          </w:r>
          <w:r w:rsidR="004374A9" w:rsidRPr="005259FB">
            <w:rPr>
              <w:sz w:val="18"/>
              <w:szCs w:val="18"/>
            </w:rPr>
            <w:t>:</w:t>
          </w:r>
        </w:p>
        <w:p w14:paraId="6B9A72B5" w14:textId="458CDC7C" w:rsidR="005200FD" w:rsidRPr="005259FB" w:rsidRDefault="004A4860" w:rsidP="005259FB">
          <w:pPr>
            <w:spacing w:before="120" w:after="120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2</w:t>
          </w:r>
          <w:r w:rsidR="00454105">
            <w:rPr>
              <w:b/>
              <w:bCs/>
              <w:sz w:val="18"/>
              <w:szCs w:val="18"/>
            </w:rPr>
            <w:t>7</w:t>
          </w:r>
          <w:r w:rsidR="00674DDC">
            <w:rPr>
              <w:b/>
              <w:bCs/>
              <w:sz w:val="18"/>
              <w:szCs w:val="18"/>
            </w:rPr>
            <w:t>/</w:t>
          </w:r>
          <w:r w:rsidR="005200FD">
            <w:rPr>
              <w:b/>
              <w:bCs/>
              <w:sz w:val="18"/>
              <w:szCs w:val="18"/>
            </w:rPr>
            <w:t>0</w:t>
          </w:r>
          <w:r w:rsidR="00454105">
            <w:rPr>
              <w:b/>
              <w:bCs/>
              <w:sz w:val="18"/>
              <w:szCs w:val="18"/>
            </w:rPr>
            <w:t>6</w:t>
          </w:r>
          <w:r w:rsidR="00674DDC">
            <w:rPr>
              <w:b/>
              <w:bCs/>
              <w:sz w:val="18"/>
              <w:szCs w:val="18"/>
            </w:rPr>
            <w:t>/202</w:t>
          </w:r>
          <w:r w:rsidR="00A81B61">
            <w:rPr>
              <w:b/>
              <w:bCs/>
              <w:sz w:val="18"/>
              <w:szCs w:val="18"/>
            </w:rPr>
            <w:t>5</w:t>
          </w:r>
        </w:p>
      </w:tc>
      <w:tc>
        <w:tcPr>
          <w:tcW w:w="1250" w:type="pct"/>
          <w:vAlign w:val="center"/>
        </w:tcPr>
        <w:p w14:paraId="1F2F84DD" w14:textId="77777777" w:rsidR="000758A9" w:rsidRPr="005259FB" w:rsidRDefault="00EB3D17" w:rsidP="005259FB">
          <w:pPr>
            <w:spacing w:before="120" w:after="120"/>
            <w:rPr>
              <w:sz w:val="18"/>
              <w:szCs w:val="18"/>
            </w:rPr>
          </w:pPr>
          <w:r w:rsidRPr="005259FB">
            <w:rPr>
              <w:sz w:val="18"/>
              <w:szCs w:val="18"/>
            </w:rPr>
            <w:t>VERSIONE</w:t>
          </w:r>
          <w:r w:rsidR="000758A9" w:rsidRPr="005259FB">
            <w:rPr>
              <w:sz w:val="18"/>
              <w:szCs w:val="18"/>
            </w:rPr>
            <w:t>:</w:t>
          </w:r>
        </w:p>
        <w:p w14:paraId="7D08D68B" w14:textId="5F261A4C" w:rsidR="004A4860" w:rsidRPr="005259FB" w:rsidRDefault="000758A9" w:rsidP="005259FB">
          <w:pPr>
            <w:spacing w:before="120" w:after="120"/>
            <w:rPr>
              <w:b/>
              <w:bCs/>
              <w:sz w:val="18"/>
              <w:szCs w:val="18"/>
            </w:rPr>
          </w:pPr>
          <w:r w:rsidRPr="005259FB">
            <w:rPr>
              <w:b/>
              <w:bCs/>
              <w:sz w:val="18"/>
              <w:szCs w:val="18"/>
            </w:rPr>
            <w:t>0</w:t>
          </w:r>
          <w:r w:rsidR="00454105">
            <w:rPr>
              <w:b/>
              <w:bCs/>
              <w:sz w:val="18"/>
              <w:szCs w:val="18"/>
            </w:rPr>
            <w:t>3</w:t>
          </w:r>
        </w:p>
      </w:tc>
    </w:tr>
  </w:tbl>
  <w:p w14:paraId="54D271A3" w14:textId="77777777" w:rsidR="003C24E1" w:rsidRPr="000758A9" w:rsidRDefault="003C24E1" w:rsidP="000758A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B178B"/>
    <w:multiLevelType w:val="hybridMultilevel"/>
    <w:tmpl w:val="C3E6D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22581"/>
    <w:multiLevelType w:val="hybridMultilevel"/>
    <w:tmpl w:val="F84282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E5502"/>
    <w:multiLevelType w:val="hybridMultilevel"/>
    <w:tmpl w:val="0C14D9D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383C038F"/>
    <w:multiLevelType w:val="hybridMultilevel"/>
    <w:tmpl w:val="7EC26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55302"/>
    <w:multiLevelType w:val="hybridMultilevel"/>
    <w:tmpl w:val="836C4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742CC"/>
    <w:multiLevelType w:val="hybridMultilevel"/>
    <w:tmpl w:val="AFD40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D03A1F"/>
    <w:multiLevelType w:val="multilevel"/>
    <w:tmpl w:val="9F562B3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DC20DBC"/>
    <w:multiLevelType w:val="hybridMultilevel"/>
    <w:tmpl w:val="1F52F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550058">
    <w:abstractNumId w:val="2"/>
  </w:num>
  <w:num w:numId="2" w16cid:durableId="510603653">
    <w:abstractNumId w:val="7"/>
  </w:num>
  <w:num w:numId="3" w16cid:durableId="76244201">
    <w:abstractNumId w:val="0"/>
  </w:num>
  <w:num w:numId="4" w16cid:durableId="238636074">
    <w:abstractNumId w:val="5"/>
  </w:num>
  <w:num w:numId="5" w16cid:durableId="1900968752">
    <w:abstractNumId w:val="3"/>
  </w:num>
  <w:num w:numId="6" w16cid:durableId="2039428480">
    <w:abstractNumId w:val="1"/>
  </w:num>
  <w:num w:numId="7" w16cid:durableId="607584897">
    <w:abstractNumId w:val="4"/>
  </w:num>
  <w:num w:numId="8" w16cid:durableId="4726059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8AC"/>
    <w:rsid w:val="00041257"/>
    <w:rsid w:val="00044623"/>
    <w:rsid w:val="00046659"/>
    <w:rsid w:val="00064115"/>
    <w:rsid w:val="000758A9"/>
    <w:rsid w:val="0009568B"/>
    <w:rsid w:val="00096850"/>
    <w:rsid w:val="000D0EF2"/>
    <w:rsid w:val="000D53B7"/>
    <w:rsid w:val="000E0F83"/>
    <w:rsid w:val="000E2A18"/>
    <w:rsid w:val="000F0F39"/>
    <w:rsid w:val="000F1F11"/>
    <w:rsid w:val="00101C98"/>
    <w:rsid w:val="0010237C"/>
    <w:rsid w:val="0010642A"/>
    <w:rsid w:val="00120992"/>
    <w:rsid w:val="001635A1"/>
    <w:rsid w:val="001649AF"/>
    <w:rsid w:val="00174061"/>
    <w:rsid w:val="001861E8"/>
    <w:rsid w:val="001E0568"/>
    <w:rsid w:val="001E32C3"/>
    <w:rsid w:val="001E3DDF"/>
    <w:rsid w:val="001F557B"/>
    <w:rsid w:val="00201915"/>
    <w:rsid w:val="00201D6A"/>
    <w:rsid w:val="0020235B"/>
    <w:rsid w:val="00223A5B"/>
    <w:rsid w:val="00242DFF"/>
    <w:rsid w:val="0026043E"/>
    <w:rsid w:val="00263DF5"/>
    <w:rsid w:val="00275FA0"/>
    <w:rsid w:val="00280629"/>
    <w:rsid w:val="00284AD9"/>
    <w:rsid w:val="00285AAD"/>
    <w:rsid w:val="00290698"/>
    <w:rsid w:val="0029520C"/>
    <w:rsid w:val="002B065F"/>
    <w:rsid w:val="002B3A6D"/>
    <w:rsid w:val="002B5716"/>
    <w:rsid w:val="002F76DB"/>
    <w:rsid w:val="00304111"/>
    <w:rsid w:val="00331179"/>
    <w:rsid w:val="00345FF1"/>
    <w:rsid w:val="00352EFC"/>
    <w:rsid w:val="00356D5B"/>
    <w:rsid w:val="0036029B"/>
    <w:rsid w:val="003631EC"/>
    <w:rsid w:val="0039128F"/>
    <w:rsid w:val="00392685"/>
    <w:rsid w:val="00393BCA"/>
    <w:rsid w:val="00396B6A"/>
    <w:rsid w:val="003A08DB"/>
    <w:rsid w:val="003A2BC8"/>
    <w:rsid w:val="003A391E"/>
    <w:rsid w:val="003A5AB3"/>
    <w:rsid w:val="003B1B20"/>
    <w:rsid w:val="003B3141"/>
    <w:rsid w:val="003B4085"/>
    <w:rsid w:val="003C24E1"/>
    <w:rsid w:val="003C283A"/>
    <w:rsid w:val="003C3439"/>
    <w:rsid w:val="003C6540"/>
    <w:rsid w:val="003D6B0A"/>
    <w:rsid w:val="003E5103"/>
    <w:rsid w:val="003F11F5"/>
    <w:rsid w:val="003F416B"/>
    <w:rsid w:val="00414CBC"/>
    <w:rsid w:val="00417A09"/>
    <w:rsid w:val="004374A9"/>
    <w:rsid w:val="0044231A"/>
    <w:rsid w:val="00443A70"/>
    <w:rsid w:val="004504B2"/>
    <w:rsid w:val="00454105"/>
    <w:rsid w:val="00455091"/>
    <w:rsid w:val="00471334"/>
    <w:rsid w:val="00471E8A"/>
    <w:rsid w:val="0047408E"/>
    <w:rsid w:val="00491CB6"/>
    <w:rsid w:val="004A4860"/>
    <w:rsid w:val="004A5943"/>
    <w:rsid w:val="004C678F"/>
    <w:rsid w:val="004D0ABF"/>
    <w:rsid w:val="004E49F6"/>
    <w:rsid w:val="004F130C"/>
    <w:rsid w:val="004F377D"/>
    <w:rsid w:val="00510FAF"/>
    <w:rsid w:val="005200FD"/>
    <w:rsid w:val="00522122"/>
    <w:rsid w:val="005259FB"/>
    <w:rsid w:val="00543447"/>
    <w:rsid w:val="00547B81"/>
    <w:rsid w:val="00551B47"/>
    <w:rsid w:val="00553100"/>
    <w:rsid w:val="00564100"/>
    <w:rsid w:val="00573FDA"/>
    <w:rsid w:val="00583B6C"/>
    <w:rsid w:val="00594161"/>
    <w:rsid w:val="005A3C8F"/>
    <w:rsid w:val="005A484A"/>
    <w:rsid w:val="005A781F"/>
    <w:rsid w:val="005B2A0D"/>
    <w:rsid w:val="005B3FE4"/>
    <w:rsid w:val="005F2BFF"/>
    <w:rsid w:val="005F3141"/>
    <w:rsid w:val="00615628"/>
    <w:rsid w:val="0062262C"/>
    <w:rsid w:val="00625090"/>
    <w:rsid w:val="00635138"/>
    <w:rsid w:val="00637B55"/>
    <w:rsid w:val="006429A1"/>
    <w:rsid w:val="0064458D"/>
    <w:rsid w:val="006543EA"/>
    <w:rsid w:val="006564EA"/>
    <w:rsid w:val="00670A3F"/>
    <w:rsid w:val="006720DA"/>
    <w:rsid w:val="00673890"/>
    <w:rsid w:val="00674DDC"/>
    <w:rsid w:val="006778A0"/>
    <w:rsid w:val="00681057"/>
    <w:rsid w:val="00692114"/>
    <w:rsid w:val="006C4421"/>
    <w:rsid w:val="006D3606"/>
    <w:rsid w:val="006E6878"/>
    <w:rsid w:val="006F2584"/>
    <w:rsid w:val="0070328E"/>
    <w:rsid w:val="0070408E"/>
    <w:rsid w:val="007177AB"/>
    <w:rsid w:val="00717AA9"/>
    <w:rsid w:val="00722CAD"/>
    <w:rsid w:val="007263E9"/>
    <w:rsid w:val="00733E26"/>
    <w:rsid w:val="00746752"/>
    <w:rsid w:val="00750137"/>
    <w:rsid w:val="007540A5"/>
    <w:rsid w:val="007650E4"/>
    <w:rsid w:val="00765C8A"/>
    <w:rsid w:val="00793FAF"/>
    <w:rsid w:val="007B1E0B"/>
    <w:rsid w:val="007C0DCD"/>
    <w:rsid w:val="007E4E03"/>
    <w:rsid w:val="007E5E96"/>
    <w:rsid w:val="007E7BDF"/>
    <w:rsid w:val="007F6002"/>
    <w:rsid w:val="0081480D"/>
    <w:rsid w:val="0081618C"/>
    <w:rsid w:val="008231FF"/>
    <w:rsid w:val="0084088C"/>
    <w:rsid w:val="00843F1F"/>
    <w:rsid w:val="00847D37"/>
    <w:rsid w:val="008536A4"/>
    <w:rsid w:val="008637EA"/>
    <w:rsid w:val="008713A8"/>
    <w:rsid w:val="008730F3"/>
    <w:rsid w:val="0088502E"/>
    <w:rsid w:val="00886BB4"/>
    <w:rsid w:val="008B0113"/>
    <w:rsid w:val="008C0CE5"/>
    <w:rsid w:val="008C3126"/>
    <w:rsid w:val="008D6A50"/>
    <w:rsid w:val="008E1DF1"/>
    <w:rsid w:val="008E4E08"/>
    <w:rsid w:val="008E62ED"/>
    <w:rsid w:val="00907F53"/>
    <w:rsid w:val="0092458C"/>
    <w:rsid w:val="00924B55"/>
    <w:rsid w:val="00927FD4"/>
    <w:rsid w:val="009431D6"/>
    <w:rsid w:val="00943A92"/>
    <w:rsid w:val="0095437F"/>
    <w:rsid w:val="00967833"/>
    <w:rsid w:val="009719B8"/>
    <w:rsid w:val="00984AAA"/>
    <w:rsid w:val="00990E6A"/>
    <w:rsid w:val="00995340"/>
    <w:rsid w:val="009C1526"/>
    <w:rsid w:val="009D0A28"/>
    <w:rsid w:val="009E1E93"/>
    <w:rsid w:val="009E6E9E"/>
    <w:rsid w:val="009F4C6B"/>
    <w:rsid w:val="00A0288F"/>
    <w:rsid w:val="00A13DEF"/>
    <w:rsid w:val="00A15903"/>
    <w:rsid w:val="00A30730"/>
    <w:rsid w:val="00A31747"/>
    <w:rsid w:val="00A4280A"/>
    <w:rsid w:val="00A4493D"/>
    <w:rsid w:val="00A451D8"/>
    <w:rsid w:val="00A50B9A"/>
    <w:rsid w:val="00A54E14"/>
    <w:rsid w:val="00A752CF"/>
    <w:rsid w:val="00A75453"/>
    <w:rsid w:val="00A81B61"/>
    <w:rsid w:val="00A843D4"/>
    <w:rsid w:val="00A85ACD"/>
    <w:rsid w:val="00A90A9D"/>
    <w:rsid w:val="00AA1F2A"/>
    <w:rsid w:val="00AA2406"/>
    <w:rsid w:val="00AA563A"/>
    <w:rsid w:val="00AB04E0"/>
    <w:rsid w:val="00AB1431"/>
    <w:rsid w:val="00AB269E"/>
    <w:rsid w:val="00AC1711"/>
    <w:rsid w:val="00AC26F2"/>
    <w:rsid w:val="00AE2171"/>
    <w:rsid w:val="00AF139B"/>
    <w:rsid w:val="00B004AD"/>
    <w:rsid w:val="00B074AC"/>
    <w:rsid w:val="00B2328C"/>
    <w:rsid w:val="00B34EF4"/>
    <w:rsid w:val="00B36555"/>
    <w:rsid w:val="00B37D78"/>
    <w:rsid w:val="00B407CD"/>
    <w:rsid w:val="00B4089B"/>
    <w:rsid w:val="00B44F78"/>
    <w:rsid w:val="00B44FD1"/>
    <w:rsid w:val="00B46B5B"/>
    <w:rsid w:val="00B5448E"/>
    <w:rsid w:val="00B67FD1"/>
    <w:rsid w:val="00B7072D"/>
    <w:rsid w:val="00B73999"/>
    <w:rsid w:val="00B8125A"/>
    <w:rsid w:val="00B814F4"/>
    <w:rsid w:val="00B9048E"/>
    <w:rsid w:val="00BA528C"/>
    <w:rsid w:val="00BB2809"/>
    <w:rsid w:val="00BB2E81"/>
    <w:rsid w:val="00BD4BD4"/>
    <w:rsid w:val="00BE315B"/>
    <w:rsid w:val="00BE55DD"/>
    <w:rsid w:val="00BE72A6"/>
    <w:rsid w:val="00BF1ECA"/>
    <w:rsid w:val="00BF3B0D"/>
    <w:rsid w:val="00BF447E"/>
    <w:rsid w:val="00C157B0"/>
    <w:rsid w:val="00C15BFA"/>
    <w:rsid w:val="00C168DC"/>
    <w:rsid w:val="00C223F8"/>
    <w:rsid w:val="00C34BEB"/>
    <w:rsid w:val="00C6012C"/>
    <w:rsid w:val="00C60AC2"/>
    <w:rsid w:val="00C623E5"/>
    <w:rsid w:val="00C63FD1"/>
    <w:rsid w:val="00C64AC8"/>
    <w:rsid w:val="00C748AC"/>
    <w:rsid w:val="00C91858"/>
    <w:rsid w:val="00CA1419"/>
    <w:rsid w:val="00CA2720"/>
    <w:rsid w:val="00CA6642"/>
    <w:rsid w:val="00CC003D"/>
    <w:rsid w:val="00CC23FC"/>
    <w:rsid w:val="00CC55B6"/>
    <w:rsid w:val="00CD321F"/>
    <w:rsid w:val="00CE0335"/>
    <w:rsid w:val="00CE3B66"/>
    <w:rsid w:val="00CF7C95"/>
    <w:rsid w:val="00D00322"/>
    <w:rsid w:val="00D1736C"/>
    <w:rsid w:val="00D237F5"/>
    <w:rsid w:val="00D24A97"/>
    <w:rsid w:val="00D35AE8"/>
    <w:rsid w:val="00D456A7"/>
    <w:rsid w:val="00D45C17"/>
    <w:rsid w:val="00D51605"/>
    <w:rsid w:val="00D55608"/>
    <w:rsid w:val="00D75C96"/>
    <w:rsid w:val="00D80105"/>
    <w:rsid w:val="00D80FC6"/>
    <w:rsid w:val="00D86823"/>
    <w:rsid w:val="00DA41C5"/>
    <w:rsid w:val="00DB350C"/>
    <w:rsid w:val="00DC7B1E"/>
    <w:rsid w:val="00DD3588"/>
    <w:rsid w:val="00DD4965"/>
    <w:rsid w:val="00DE1366"/>
    <w:rsid w:val="00DE6C80"/>
    <w:rsid w:val="00DF3126"/>
    <w:rsid w:val="00DF50B3"/>
    <w:rsid w:val="00E01106"/>
    <w:rsid w:val="00E034D6"/>
    <w:rsid w:val="00E12681"/>
    <w:rsid w:val="00E171B6"/>
    <w:rsid w:val="00E253A2"/>
    <w:rsid w:val="00E360D5"/>
    <w:rsid w:val="00E419BA"/>
    <w:rsid w:val="00E72B99"/>
    <w:rsid w:val="00E803DD"/>
    <w:rsid w:val="00EA45D4"/>
    <w:rsid w:val="00EA7BC8"/>
    <w:rsid w:val="00EB3D17"/>
    <w:rsid w:val="00ED2186"/>
    <w:rsid w:val="00ED3F98"/>
    <w:rsid w:val="00EE3D01"/>
    <w:rsid w:val="00EF6494"/>
    <w:rsid w:val="00F1621E"/>
    <w:rsid w:val="00F33E4F"/>
    <w:rsid w:val="00F33EE3"/>
    <w:rsid w:val="00F40021"/>
    <w:rsid w:val="00F47A8E"/>
    <w:rsid w:val="00F642D4"/>
    <w:rsid w:val="00F6447E"/>
    <w:rsid w:val="00F65530"/>
    <w:rsid w:val="00F71EE3"/>
    <w:rsid w:val="00F75036"/>
    <w:rsid w:val="00F771ED"/>
    <w:rsid w:val="00FC142F"/>
    <w:rsid w:val="00FC73F3"/>
    <w:rsid w:val="00FD7FFE"/>
    <w:rsid w:val="00FE12AF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03AAC"/>
  <w15:chartTrackingRefBased/>
  <w15:docId w15:val="{162862C6-1614-4ECA-B783-023D2EEC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59FB"/>
    <w:pPr>
      <w:spacing w:after="0" w:line="240" w:lineRule="auto"/>
    </w:pPr>
    <w:rPr>
      <w:rFonts w:ascii="Century Gothic" w:hAnsi="Century Gothic"/>
      <w:color w:val="333333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201D6A"/>
    <w:pPr>
      <w:keepNext/>
      <w:keepLines/>
      <w:numPr>
        <w:numId w:val="8"/>
      </w:numPr>
      <w:spacing w:before="240" w:after="240"/>
      <w:ind w:left="431" w:hanging="431"/>
      <w:outlineLvl w:val="0"/>
    </w:pPr>
    <w:rPr>
      <w:rFonts w:eastAsiaTheme="majorEastAsia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201D6A"/>
    <w:pPr>
      <w:keepNext/>
      <w:keepLines/>
      <w:numPr>
        <w:ilvl w:val="1"/>
        <w:numId w:val="8"/>
      </w:numPr>
      <w:spacing w:before="240" w:after="240"/>
      <w:ind w:left="578" w:hanging="578"/>
      <w:outlineLvl w:val="1"/>
    </w:pPr>
    <w:rPr>
      <w:rFonts w:eastAsiaTheme="majorEastAsia" w:cstheme="majorBidi"/>
      <w:b/>
      <w:sz w:val="24"/>
      <w:szCs w:val="26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201D6A"/>
    <w:pPr>
      <w:keepNext/>
      <w:keepLines/>
      <w:numPr>
        <w:ilvl w:val="2"/>
        <w:numId w:val="8"/>
      </w:numPr>
      <w:spacing w:before="240" w:after="240"/>
      <w:outlineLvl w:val="2"/>
    </w:pPr>
    <w:rPr>
      <w:rFonts w:eastAsiaTheme="majorEastAsia" w:cstheme="majorBidi"/>
      <w:b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A2720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b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E6E9E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E6E9E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E6E9E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E6E9E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E6E9E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24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24E1"/>
  </w:style>
  <w:style w:type="paragraph" w:styleId="Pidipagina">
    <w:name w:val="footer"/>
    <w:basedOn w:val="Normale"/>
    <w:link w:val="PidipaginaCarattere"/>
    <w:uiPriority w:val="99"/>
    <w:unhideWhenUsed/>
    <w:rsid w:val="003C24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24E1"/>
  </w:style>
  <w:style w:type="character" w:customStyle="1" w:styleId="Titolo1Carattere">
    <w:name w:val="Titolo 1 Carattere"/>
    <w:basedOn w:val="Carpredefinitoparagrafo"/>
    <w:link w:val="Titolo1"/>
    <w:uiPriority w:val="9"/>
    <w:rsid w:val="00201D6A"/>
    <w:rPr>
      <w:rFonts w:ascii="Century Gothic" w:eastAsiaTheme="majorEastAsia" w:hAnsi="Century Gothic" w:cstheme="majorBidi"/>
      <w:b/>
      <w:color w:val="333333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3A2BC8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201D6A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A2BC8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A2BC8"/>
    <w:rPr>
      <w:color w:val="0563C1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3A2BC8"/>
    <w:pPr>
      <w:spacing w:after="100"/>
      <w:ind w:left="440"/>
    </w:pPr>
  </w:style>
  <w:style w:type="table" w:styleId="Grigliatabella">
    <w:name w:val="Table Grid"/>
    <w:basedOn w:val="Tabellanormale"/>
    <w:uiPriority w:val="39"/>
    <w:rsid w:val="003A2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201D6A"/>
    <w:rPr>
      <w:rFonts w:ascii="Century Gothic" w:eastAsiaTheme="majorEastAsia" w:hAnsi="Century Gothic" w:cstheme="majorBidi"/>
      <w:b/>
      <w:color w:val="333333"/>
      <w:sz w:val="24"/>
      <w:szCs w:val="26"/>
    </w:rPr>
  </w:style>
  <w:style w:type="paragraph" w:styleId="Paragrafoelenco">
    <w:name w:val="List Paragraph"/>
    <w:basedOn w:val="Normale"/>
    <w:uiPriority w:val="34"/>
    <w:qFormat/>
    <w:rsid w:val="007263E9"/>
    <w:pPr>
      <w:ind w:left="720"/>
      <w:contextualSpacing/>
    </w:pPr>
  </w:style>
  <w:style w:type="paragraph" w:styleId="Nessunaspaziatura">
    <w:name w:val="No Spacing"/>
    <w:uiPriority w:val="1"/>
    <w:qFormat/>
    <w:rsid w:val="007B1E0B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rsid w:val="00201D6A"/>
    <w:rPr>
      <w:rFonts w:ascii="Century Gothic" w:eastAsiaTheme="majorEastAsia" w:hAnsi="Century Gothic" w:cstheme="majorBidi"/>
      <w:b/>
      <w:color w:val="333333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A2720"/>
    <w:rPr>
      <w:rFonts w:asciiTheme="majorHAnsi" w:eastAsiaTheme="majorEastAsia" w:hAnsiTheme="majorHAnsi" w:cstheme="majorBidi"/>
      <w:b/>
      <w:i/>
      <w:iCs/>
      <w:color w:val="000000" w:themeColor="text1"/>
    </w:rPr>
  </w:style>
  <w:style w:type="table" w:styleId="Tabellagriglia1chiara">
    <w:name w:val="Grid Table 1 Light"/>
    <w:basedOn w:val="Tabellanormale"/>
    <w:uiPriority w:val="46"/>
    <w:rsid w:val="003F416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E6E9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E6E9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E6E9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E6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E6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orpotesto">
    <w:name w:val="Body Text"/>
    <w:basedOn w:val="Normale"/>
    <w:link w:val="CorpotestoCarattere"/>
    <w:semiHidden/>
    <w:rsid w:val="00B4089B"/>
    <w:rPr>
      <w:rFonts w:ascii="Times New Roman" w:eastAsia="Times New Roman" w:hAnsi="Times New Roman" w:cs="Times New Roman"/>
      <w:color w:val="auto"/>
      <w:sz w:val="28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B4089B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itolo">
    <w:name w:val="Title"/>
    <w:basedOn w:val="Normale"/>
    <w:link w:val="TitoloCarattere"/>
    <w:qFormat/>
    <w:rsid w:val="00B4089B"/>
    <w:pPr>
      <w:jc w:val="center"/>
    </w:pPr>
    <w:rPr>
      <w:rFonts w:ascii="Arial" w:eastAsia="Times New Roman" w:hAnsi="Arial" w:cs="Times New Roman"/>
      <w:b/>
      <w:color w:val="auto"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4089B"/>
    <w:rPr>
      <w:rFonts w:ascii="Arial" w:eastAsia="Times New Roman" w:hAnsi="Arial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0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brizio.picotto\OneDrive%20-%20LUTECH%20SPA\Documenti\Progetto%20-%20Nome_Documento%20-%20V0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6317C0A8C8274187AC49FDA8F45A4D" ma:contentTypeVersion="12" ma:contentTypeDescription="Creare un nuovo documento." ma:contentTypeScope="" ma:versionID="354d513fffb89babcc7fc11e7562622f">
  <xsd:schema xmlns:xsd="http://www.w3.org/2001/XMLSchema" xmlns:xs="http://www.w3.org/2001/XMLSchema" xmlns:p="http://schemas.microsoft.com/office/2006/metadata/properties" xmlns:ns3="617fc4df-82e5-468d-bcb8-a076d5043c9d" targetNamespace="http://schemas.microsoft.com/office/2006/metadata/properties" ma:root="true" ma:fieldsID="2d7c6813f935305d2460a7977b40e038" ns3:_="">
    <xsd:import namespace="617fc4df-82e5-468d-bcb8-a076d5043c9d"/>
    <xsd:element name="properties">
      <xsd:complexType>
        <xsd:sequence>
          <xsd:element name="documentManagement">
            <xsd:complexType>
              <xsd:all>
                <xsd:element ref="ns3:MigrationWizId" minOccurs="0"/>
                <xsd:element ref="ns3:MigrationWizIdPermissions" minOccurs="0"/>
                <xsd:element ref="ns3:MigrationWizId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fc4df-82e5-468d-bcb8-a076d5043c9d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 xmlns="617fc4df-82e5-468d-bcb8-a076d5043c9d" xsi:nil="true"/>
    <MigrationWizIdPermissions xmlns="617fc4df-82e5-468d-bcb8-a076d5043c9d" xsi:nil="true"/>
    <MigrationWizIdVersion xmlns="617fc4df-82e5-468d-bcb8-a076d5043c9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8F3A61-7098-44EE-BDFC-1A279984D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7fc4df-82e5-468d-bcb8-a076d5043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858423-B289-470E-9629-C7127DF4F9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F54218-E017-4653-A702-D7FC03A4EADF}">
  <ds:schemaRefs>
    <ds:schemaRef ds:uri="http://schemas.microsoft.com/office/2006/metadata/properties"/>
    <ds:schemaRef ds:uri="http://schemas.microsoft.com/office/infopath/2007/PartnerControls"/>
    <ds:schemaRef ds:uri="617fc4df-82e5-468d-bcb8-a076d5043c9d"/>
  </ds:schemaRefs>
</ds:datastoreItem>
</file>

<file path=customXml/itemProps4.xml><?xml version="1.0" encoding="utf-8"?>
<ds:datastoreItem xmlns:ds="http://schemas.openxmlformats.org/officeDocument/2006/customXml" ds:itemID="{A4528B2D-E922-4C89-850C-58F533763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Progetto - Nome_Documento - V03.dotx</Template>
  <TotalTime>3765</TotalTime>
  <Pages>5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>Gianluca Romanin</Manager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Picotto</dc:creator>
  <cp:keywords/>
  <dc:description/>
  <cp:lastModifiedBy>Stefano Cengarle</cp:lastModifiedBy>
  <cp:revision>138</cp:revision>
  <cp:lastPrinted>2023-06-14T10:14:00Z</cp:lastPrinted>
  <dcterms:created xsi:type="dcterms:W3CDTF">2022-06-10T13:26:00Z</dcterms:created>
  <dcterms:modified xsi:type="dcterms:W3CDTF">2025-06-27T07:25:00Z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0x0101008F6317C0A8C8274187AC49FDA8F45A4D</vt:lpwstr>
  </property>
</Properties>
</file>